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B49" w:rsidRDefault="006D09B7" w:rsidP="00C06AF6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698500" cy="825500"/>
            <wp:effectExtent l="0" t="0" r="12700" b="1270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B49" w:rsidRDefault="00C06AF6" w:rsidP="00C06AF6">
      <w:pPr>
        <w:pStyle w:val="1"/>
        <w:spacing w:before="200" w:line="240" w:lineRule="auto"/>
        <w:ind w:left="0" w:right="72"/>
        <w:outlineLvl w:val="0"/>
        <w:rPr>
          <w:sz w:val="28"/>
          <w:szCs w:val="28"/>
        </w:rPr>
      </w:pPr>
      <w:r>
        <w:rPr>
          <w:sz w:val="28"/>
          <w:szCs w:val="28"/>
        </w:rPr>
        <w:t>МИНИСТЕРСТВО КУЛЬТУРЫ РОССИЙСКОЙ ФЕДЕРАЦИИ</w:t>
      </w:r>
    </w:p>
    <w:p w:rsidR="00570B49" w:rsidRDefault="00570B49" w:rsidP="00C06AF6">
      <w:pPr>
        <w:rPr>
          <w:sz w:val="28"/>
          <w:szCs w:val="28"/>
        </w:rPr>
      </w:pPr>
    </w:p>
    <w:p w:rsidR="00570B49" w:rsidRDefault="00C06AF6" w:rsidP="00C06AF6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ФЕДЕРАЛЬНОЕ АГЕНТСТВО ПО ТУРИЗМУ</w:t>
      </w:r>
    </w:p>
    <w:p w:rsidR="00570B49" w:rsidRDefault="00C06AF6" w:rsidP="00C06AF6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(РОСТУРИЗМ)</w:t>
      </w:r>
    </w:p>
    <w:p w:rsidR="00570B49" w:rsidRDefault="00570B49" w:rsidP="00C06AF6">
      <w:pPr>
        <w:jc w:val="center"/>
        <w:rPr>
          <w:b/>
          <w:bCs/>
          <w:sz w:val="28"/>
          <w:szCs w:val="28"/>
        </w:rPr>
      </w:pPr>
    </w:p>
    <w:p w:rsidR="00570B49" w:rsidRDefault="00C06AF6" w:rsidP="00C06AF6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ПРИКАЗ</w:t>
      </w:r>
    </w:p>
    <w:p w:rsidR="00570B49" w:rsidRDefault="00570B49" w:rsidP="00C06AF6">
      <w:pPr>
        <w:rPr>
          <w:sz w:val="28"/>
          <w:szCs w:val="28"/>
        </w:rPr>
      </w:pPr>
    </w:p>
    <w:p w:rsidR="00570B49" w:rsidRDefault="0084529D" w:rsidP="00F06A63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«02» февраля 2015</w:t>
      </w:r>
      <w:r w:rsidR="00F06A63">
        <w:rPr>
          <w:sz w:val="28"/>
          <w:szCs w:val="28"/>
        </w:rPr>
        <w:t xml:space="preserve">г.                      </w:t>
      </w:r>
      <w:r w:rsidR="00E56FC2">
        <w:rPr>
          <w:sz w:val="28"/>
          <w:szCs w:val="28"/>
        </w:rPr>
        <w:t xml:space="preserve">                            </w:t>
      </w:r>
      <w:r w:rsidR="00F06A63">
        <w:rPr>
          <w:sz w:val="28"/>
          <w:szCs w:val="28"/>
        </w:rPr>
        <w:t xml:space="preserve">               № </w:t>
      </w:r>
      <w:r w:rsidR="00E56FC2">
        <w:rPr>
          <w:sz w:val="28"/>
          <w:szCs w:val="28"/>
        </w:rPr>
        <w:t>31-Пр-15</w:t>
      </w:r>
    </w:p>
    <w:p w:rsidR="00570B49" w:rsidRDefault="00C06AF6" w:rsidP="00C06AF6">
      <w:pPr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>Москва</w:t>
      </w:r>
    </w:p>
    <w:p w:rsidR="00570B49" w:rsidRDefault="00570B49" w:rsidP="00C06AF6">
      <w:pPr>
        <w:jc w:val="center"/>
        <w:rPr>
          <w:b/>
          <w:sz w:val="28"/>
          <w:szCs w:val="28"/>
        </w:rPr>
      </w:pPr>
    </w:p>
    <w:p w:rsidR="00570B49" w:rsidRDefault="00C06AF6" w:rsidP="00C06AF6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 формировании Единого федерального реестра туроператоров</w:t>
      </w:r>
    </w:p>
    <w:p w:rsidR="00570B49" w:rsidRDefault="00570B49" w:rsidP="00C06AF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0B49" w:rsidRDefault="00C06AF6" w:rsidP="00C06AF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статьей 4.1 Федерального закона от 24 ноября 1996 г. № 132-ФЗ «Об основах туристской деятельности в Российской Федерации» 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п р и к а з ы в а ю:</w:t>
      </w:r>
    </w:p>
    <w:p w:rsidR="00570B49" w:rsidRDefault="00570B49" w:rsidP="00C06AF6">
      <w:pPr>
        <w:rPr>
          <w:sz w:val="28"/>
          <w:szCs w:val="28"/>
        </w:rPr>
      </w:pPr>
    </w:p>
    <w:p w:rsidR="00570B49" w:rsidRDefault="00C06AF6" w:rsidP="00C06A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Внести сведения в Единый федеральный реестр туроператоров                  о юридических лицах, осуществляющих туроператорскую деятельность, согласно Приложению</w:t>
      </w:r>
      <w:r w:rsidR="003300B0">
        <w:rPr>
          <w:sz w:val="28"/>
          <w:szCs w:val="28"/>
        </w:rPr>
        <w:t xml:space="preserve"> к настоящему приказу.</w:t>
      </w:r>
    </w:p>
    <w:p w:rsidR="00570B49" w:rsidRDefault="00570B49" w:rsidP="00C06AF6">
      <w:pPr>
        <w:ind w:firstLine="708"/>
        <w:jc w:val="both"/>
        <w:rPr>
          <w:sz w:val="28"/>
          <w:szCs w:val="28"/>
        </w:rPr>
      </w:pPr>
    </w:p>
    <w:p w:rsidR="00570B49" w:rsidRDefault="00C06AF6" w:rsidP="00C06A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Разместить настоящий Приказ на сайте Федерального агентства            по туризму в информационно-телекоммуникационной сети  Интернет.</w:t>
      </w:r>
    </w:p>
    <w:p w:rsidR="00570B49" w:rsidRDefault="00570B49" w:rsidP="00C06AF6">
      <w:pPr>
        <w:ind w:firstLine="708"/>
        <w:jc w:val="both"/>
        <w:rPr>
          <w:sz w:val="28"/>
          <w:szCs w:val="28"/>
        </w:rPr>
      </w:pPr>
    </w:p>
    <w:p w:rsidR="00570B49" w:rsidRDefault="00C06AF6" w:rsidP="00C06A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</w:t>
      </w:r>
      <w:r w:rsidR="003300B0">
        <w:rPr>
          <w:sz w:val="28"/>
          <w:szCs w:val="28"/>
        </w:rPr>
        <w:t>астоящего п</w:t>
      </w:r>
      <w:r>
        <w:rPr>
          <w:sz w:val="28"/>
          <w:szCs w:val="28"/>
        </w:rPr>
        <w:t>риказа возложить на заместителя руководителя Ростуризма Н.В.Королёва.</w:t>
      </w:r>
    </w:p>
    <w:p w:rsidR="00570B49" w:rsidRDefault="00570B49" w:rsidP="00C06AF6">
      <w:pPr>
        <w:ind w:firstLine="708"/>
        <w:jc w:val="both"/>
        <w:rPr>
          <w:sz w:val="28"/>
          <w:szCs w:val="28"/>
        </w:rPr>
      </w:pPr>
    </w:p>
    <w:p w:rsidR="00570B49" w:rsidRDefault="00C06AF6" w:rsidP="00C06AF6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570B49" w:rsidRDefault="00570B49" w:rsidP="00C06AF6">
      <w:pPr>
        <w:rPr>
          <w:sz w:val="28"/>
          <w:szCs w:val="28"/>
        </w:rPr>
      </w:pPr>
    </w:p>
    <w:p w:rsidR="00570B49" w:rsidRDefault="00C06AF6" w:rsidP="00C06AF6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570B49" w:rsidRDefault="00570B49" w:rsidP="00C06AF6">
      <w:pPr>
        <w:rPr>
          <w:sz w:val="28"/>
          <w:szCs w:val="28"/>
        </w:rPr>
      </w:pPr>
    </w:p>
    <w:p w:rsidR="00570B49" w:rsidRDefault="00C06AF6" w:rsidP="00C06AF6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570B49" w:rsidRDefault="00570B49" w:rsidP="00C06AF6">
      <w:pPr>
        <w:rPr>
          <w:sz w:val="28"/>
          <w:szCs w:val="28"/>
        </w:rPr>
      </w:pPr>
    </w:p>
    <w:p w:rsidR="00570B49" w:rsidRDefault="00570B49" w:rsidP="00C06AF6">
      <w:pPr>
        <w:rPr>
          <w:sz w:val="28"/>
          <w:szCs w:val="28"/>
        </w:rPr>
      </w:pPr>
    </w:p>
    <w:p w:rsidR="00570B49" w:rsidRDefault="001409F0" w:rsidP="00C06AF6">
      <w:pPr>
        <w:rPr>
          <w:sz w:val="28"/>
          <w:szCs w:val="28"/>
        </w:rPr>
      </w:pPr>
      <w:r>
        <w:rPr>
          <w:sz w:val="28"/>
          <w:szCs w:val="28"/>
        </w:rPr>
        <w:t>Руководитель                                                                                  О.П.Сафонов</w:t>
      </w:r>
    </w:p>
    <w:p w:rsidR="00570B49" w:rsidRDefault="00570B49" w:rsidP="00C06AF6">
      <w:pPr>
        <w:rPr>
          <w:sz w:val="28"/>
          <w:szCs w:val="28"/>
        </w:rPr>
        <w:sectPr w:rsidR="00570B49">
          <w:pgSz w:w="11906" w:h="16838"/>
          <w:pgMar w:top="1134" w:right="851" w:bottom="1134" w:left="1701" w:header="709" w:footer="709" w:gutter="0"/>
          <w:cols w:space="720"/>
        </w:sectPr>
      </w:pPr>
    </w:p>
    <w:p w:rsidR="00570B49" w:rsidRDefault="00F06A63" w:rsidP="00087A09">
      <w:pPr>
        <w:jc w:val="right"/>
        <w:outlineLvl w:val="0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Приложение </w:t>
      </w:r>
    </w:p>
    <w:p w:rsidR="00570B49" w:rsidRDefault="00F06A63" w:rsidP="00F06A63">
      <w:pPr>
        <w:jc w:val="right"/>
        <w:rPr>
          <w:b/>
        </w:rPr>
      </w:pPr>
      <w:r>
        <w:rPr>
          <w:b/>
        </w:rPr>
        <w:t xml:space="preserve">к приказу Ростуризма  </w:t>
      </w:r>
    </w:p>
    <w:p w:rsidR="00570B49" w:rsidRDefault="00F06A63" w:rsidP="00F06A63">
      <w:pPr>
        <w:jc w:val="center"/>
        <w:rPr>
          <w:b/>
        </w:rPr>
      </w:pPr>
      <w:r>
        <w:rPr>
          <w:b/>
        </w:rPr>
        <w:t xml:space="preserve">                                               </w:t>
      </w:r>
      <w:r w:rsidR="0084529D">
        <w:rPr>
          <w:b/>
        </w:rPr>
        <w:t xml:space="preserve">                </w:t>
      </w:r>
      <w:r>
        <w:rPr>
          <w:b/>
        </w:rPr>
        <w:t xml:space="preserve">   </w:t>
      </w:r>
      <w:r w:rsidR="00E56FC2">
        <w:rPr>
          <w:b/>
        </w:rPr>
        <w:t xml:space="preserve">                  </w:t>
      </w:r>
      <w:r>
        <w:rPr>
          <w:b/>
        </w:rPr>
        <w:t xml:space="preserve">      от </w:t>
      </w:r>
      <w:r w:rsidR="0084529D">
        <w:rPr>
          <w:b/>
          <w:shd w:val="clear" w:color="auto" w:fill="FFFFFF"/>
        </w:rPr>
        <w:t>«02» февраля 2015г.</w:t>
      </w:r>
      <w:r w:rsidR="00E56FC2">
        <w:rPr>
          <w:b/>
        </w:rPr>
        <w:t xml:space="preserve"> № 31-Пр-15</w:t>
      </w:r>
    </w:p>
    <w:p w:rsidR="00570B49" w:rsidRDefault="00F06A63" w:rsidP="00F06A63">
      <w:pPr>
        <w:jc w:val="center"/>
        <w:outlineLvl w:val="0"/>
        <w:rPr>
          <w:b/>
        </w:rPr>
      </w:pPr>
      <w:r>
        <w:rPr>
          <w:b/>
        </w:rPr>
        <w:t xml:space="preserve">Список туроператоров, сведения о которых внесены </w:t>
      </w:r>
      <w:proofErr w:type="gramStart"/>
      <w:r>
        <w:rPr>
          <w:b/>
        </w:rPr>
        <w:t>в</w:t>
      </w:r>
      <w:proofErr w:type="gramEnd"/>
    </w:p>
    <w:p w:rsidR="00570B49" w:rsidRDefault="00F06A63" w:rsidP="006D09B7">
      <w:pPr>
        <w:jc w:val="center"/>
        <w:rPr>
          <w:b/>
        </w:rPr>
      </w:pPr>
      <w:r>
        <w:rPr>
          <w:b/>
        </w:rPr>
        <w:t>Единый федеральный реестр туроператоров</w:t>
      </w:r>
    </w:p>
    <w:p w:rsidR="00570B49" w:rsidRDefault="00570B49" w:rsidP="000C57FF">
      <w:pPr>
        <w:rPr>
          <w:vanish/>
        </w:rPr>
      </w:pPr>
    </w:p>
    <w:tbl>
      <w:tblPr>
        <w:tblW w:w="9736" w:type="dxa"/>
        <w:tblInd w:w="-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826"/>
        <w:gridCol w:w="850"/>
        <w:gridCol w:w="3402"/>
        <w:gridCol w:w="1985"/>
        <w:gridCol w:w="1843"/>
      </w:tblGrid>
      <w:tr w:rsidR="00570B49" w:rsidTr="00563298">
        <w:trPr>
          <w:trHeight w:val="758"/>
        </w:trPr>
        <w:tc>
          <w:tcPr>
            <w:tcW w:w="830" w:type="dxa"/>
            <w:shd w:val="clear" w:color="auto" w:fill="auto"/>
            <w:vAlign w:val="center"/>
          </w:tcPr>
          <w:p w:rsidR="00570B49" w:rsidRDefault="00563298" w:rsidP="00563298">
            <w:pPr>
              <w:jc w:val="center"/>
              <w:rPr>
                <w:color w:val="000000"/>
                <w:sz w:val="18"/>
                <w:szCs w:val="18"/>
              </w:rPr>
            </w:pPr>
            <w:r>
              <w:t xml:space="preserve">№ </w:t>
            </w:r>
            <w:r>
              <w:br/>
              <w:t>п/п</w:t>
            </w:r>
          </w:p>
        </w:tc>
        <w:tc>
          <w:tcPr>
            <w:tcW w:w="1676" w:type="dxa"/>
            <w:gridSpan w:val="2"/>
            <w:shd w:val="clear" w:color="auto" w:fill="auto"/>
            <w:vAlign w:val="center"/>
          </w:tcPr>
          <w:p w:rsidR="00570B49" w:rsidRDefault="00563298" w:rsidP="0056329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Реестровый номер</w:t>
            </w:r>
          </w:p>
          <w:p w:rsidR="00570B49" w:rsidRDefault="00563298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Туроператора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563298" w:rsidP="0056329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Наименование  юридического лица-</w:t>
            </w:r>
          </w:p>
          <w:p w:rsidR="00570B49" w:rsidRDefault="00563298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туроператора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563298" w:rsidP="00563298">
            <w:pPr>
              <w:ind w:right="-53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Сфера</w:t>
            </w:r>
          </w:p>
          <w:p w:rsidR="00570B49" w:rsidRDefault="00563298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туроператорской деятельности</w:t>
            </w:r>
          </w:p>
        </w:tc>
        <w:tc>
          <w:tcPr>
            <w:tcW w:w="1843" w:type="dxa"/>
            <w:vAlign w:val="center"/>
          </w:tcPr>
          <w:p w:rsidR="00570B49" w:rsidRDefault="00563298" w:rsidP="0056329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ИНН</w:t>
            </w:r>
          </w:p>
          <w:p w:rsidR="00570B49" w:rsidRDefault="00563298" w:rsidP="00563298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идентификационный</w:t>
            </w:r>
          </w:p>
          <w:p w:rsidR="00570B49" w:rsidRDefault="00563298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>налоговый номер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56329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014001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"САНКУРСЕРВИС"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7724944045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014002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"АФ ТРЭВЕЛ 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5009049433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014003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"ТУРСЕРВИС"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7733902130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014004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"ТОЛЬКО ЛУЧШИЕ ТУРЫ"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6321368100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014005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"КЛАСС-М"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2310087485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014006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"СОВЕРЕН-Л"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7203084915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014007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"ДЖЕЙМС-ТРЕВЕЛ"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7816538808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014008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"Спорт 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7801427982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014009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"ФЕОДОСИЙСКОЕ БПИЭ"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9108011195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014010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Благотворительный фонд "Инициатива"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7720491002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014011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"СЕВЕРНЫЙ ВЕТЕР-ТУР"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2911006610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014012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Туристическая компания "Болеро 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7743691142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014013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"КМ"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7725680170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014014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"Алина-Тур"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7724788220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014015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"Туристское агентство "Вентус"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5034033500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014016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"Даймонд Групп"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5027036684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014017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"Лана-турс"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0278204695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014018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"ЭНЖЕЛ"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2632006924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014019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"АК плюс"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7707644161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014020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ТА "АТД" (ООО)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2301084022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014021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"Нужный адрес"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5905225987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014022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"КРЫМСКИЙ СПУТНИК"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9103011931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014023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"БЮРО ПУТЕШЕСТВИЙ КРЫМ"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9102057323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014024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"ИРКУТСКТУР"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3827009502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014025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"КРЫМ ИВЕНТ СЕРВИС"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9103013551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014026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"ТУРОПЕРАТОР БЮРО ПУТЕШЕСТВИЙ КРЫМ"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9102049139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014027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"ДОРОГИ МИРА"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2540205648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014028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Туристичекая фирма "Байкальские горизонты"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3812070575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014029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"МАТУР"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1659151099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014030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"ГЛОБУС АВТОБУС"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3328000649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014031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"КРЫМТУРБЮРО НА МОСКОЛЬЦЕ"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9102029750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014032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"ЛАСПИ-ВОЯЖ"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9204017908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014033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"ИНТУРИСТ"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9103009700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014034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 "ЯЛОС-ТУР"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9103007011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014035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"Айан Плюс"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5028031671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36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014036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"Пятница"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3525334351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014037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"Твой 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7842531301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014038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ТК "ГИН-СЕРВИС"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9102046748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014039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"ИЛДИ вояж"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7838512874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014040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"ТЦ "Зазеркалье"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6165143065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014041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"Котиранта"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1017001526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014042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 "Интурмед"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1644022527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014043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"Гуте Райзе"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7802409658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014044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"Аэротрэвэл плюс"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7840486759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014045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"Свит Хоум Трэвел"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5032230905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014046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"Фьюжн-Трэвэл"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7842453999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МТ3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014047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"МУЗЕНИДИС ТРЭВЕЛ - ВОЛГА"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      выездной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3444218100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МТ3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014048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"Ройал Клаб"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      выездной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7729720338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МТ3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014049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"ЦВЕТ 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      выездной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3906900849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МТ3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014050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ЗАО "ИННА ТУР"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      выездной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7717694926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МТ3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014051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"ЦДК"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      выездной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7710685930</w:t>
            </w:r>
          </w:p>
        </w:tc>
      </w:tr>
      <w:tr w:rsidR="00570B49" w:rsidTr="00920465">
        <w:tc>
          <w:tcPr>
            <w:tcW w:w="83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МТ3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0B49" w:rsidRDefault="006D09B7" w:rsidP="000C57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014052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ООО "Джей СТАДИ"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0B49" w:rsidRDefault="006D09B7" w:rsidP="0084529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внутренний     въездной      выездной</w:t>
            </w:r>
          </w:p>
        </w:tc>
        <w:tc>
          <w:tcPr>
            <w:tcW w:w="1843" w:type="dxa"/>
            <w:vAlign w:val="bottom"/>
          </w:tcPr>
          <w:p w:rsidR="00570B49" w:rsidRDefault="006D09B7" w:rsidP="0084529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7727692886</w:t>
            </w:r>
          </w:p>
        </w:tc>
      </w:tr>
    </w:tbl>
    <w:p w:rsidR="00570B49" w:rsidRDefault="00570B49" w:rsidP="00F06A63">
      <w:pPr>
        <w:jc w:val="right"/>
        <w:outlineLvl w:val="0"/>
      </w:pPr>
    </w:p>
    <w:sectPr w:rsidR="00570B49" w:rsidSect="00E7415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7A83F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DDD"/>
    <w:rsid w:val="00087A09"/>
    <w:rsid w:val="000C57FF"/>
    <w:rsid w:val="000F6918"/>
    <w:rsid w:val="001409F0"/>
    <w:rsid w:val="002D130E"/>
    <w:rsid w:val="003300B0"/>
    <w:rsid w:val="00505DDD"/>
    <w:rsid w:val="0055102D"/>
    <w:rsid w:val="00563298"/>
    <w:rsid w:val="00570B49"/>
    <w:rsid w:val="006D09B7"/>
    <w:rsid w:val="0074302D"/>
    <w:rsid w:val="0084529D"/>
    <w:rsid w:val="009D2A78"/>
    <w:rsid w:val="00C06AF6"/>
    <w:rsid w:val="00E56FC2"/>
    <w:rsid w:val="00E74156"/>
    <w:rsid w:val="00F06A63"/>
    <w:rsid w:val="00F9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6A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06AF6"/>
    <w:pPr>
      <w:widowControl w:val="0"/>
      <w:snapToGrid w:val="0"/>
      <w:spacing w:before="220" w:line="252" w:lineRule="auto"/>
      <w:ind w:left="520" w:right="400"/>
      <w:jc w:val="center"/>
    </w:pPr>
    <w:rPr>
      <w:sz w:val="18"/>
    </w:rPr>
  </w:style>
  <w:style w:type="table" w:styleId="a3">
    <w:name w:val="Table Grid"/>
    <w:basedOn w:val="a1"/>
    <w:rsid w:val="007430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0F6918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rsid w:val="000F6918"/>
    <w:rPr>
      <w:rFonts w:ascii="Lucida Grande CY" w:hAnsi="Lucida Grande CY" w:cs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6A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06AF6"/>
    <w:pPr>
      <w:widowControl w:val="0"/>
      <w:snapToGrid w:val="0"/>
      <w:spacing w:before="220" w:line="252" w:lineRule="auto"/>
      <w:ind w:left="520" w:right="400"/>
      <w:jc w:val="center"/>
    </w:pPr>
    <w:rPr>
      <w:sz w:val="18"/>
    </w:rPr>
  </w:style>
  <w:style w:type="table" w:styleId="a3">
    <w:name w:val="Table Grid"/>
    <w:basedOn w:val="a1"/>
    <w:rsid w:val="007430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0F6918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rsid w:val="000F6918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76;&#1084;&#1080;&#1085;&#1080;&#1089;&#1090;&#1088;&#1072;&#1090;&#1086;&#1088;\Downloads\&#1055;&#1088;&#1080;&#1082;&#1072;&#1079;%20&#1086;%20&#1092;&#1086;&#1088;&#1084;&#1080;&#1088;&#1086;&#1074;&#1072;&#1085;&#1080;&#1080;%20-%20&#1096;&#1072;&#1073;&#1083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Приказ о формировании - шаблон.dotx</Template>
  <TotalTime>0</TotalTime>
  <Pages>3</Pages>
  <Words>586</Words>
  <Characters>4355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2015-02-02T10:49:00Z</cp:lastPrinted>
  <dcterms:created xsi:type="dcterms:W3CDTF">2015-02-03T13:59:00Z</dcterms:created>
  <dcterms:modified xsi:type="dcterms:W3CDTF">2015-02-03T13:59:00Z</dcterms:modified>
</cp:coreProperties>
</file>