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C6" w:rsidRDefault="0031341F" w:rsidP="004028AC">
      <w:pPr>
        <w:rPr>
          <w:sz w:val="28"/>
          <w:szCs w:val="2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0" locked="0" layoutInCell="1" allowOverlap="1" wp14:anchorId="7D0B0895" wp14:editId="2B553D28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95325" cy="81915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br w:type="textWrapping" w:clear="all"/>
      </w:r>
    </w:p>
    <w:p w:rsidR="00690CC6" w:rsidRDefault="00690CC6" w:rsidP="004028AC">
      <w:pPr>
        <w:jc w:val="center"/>
        <w:rPr>
          <w:sz w:val="28"/>
          <w:szCs w:val="28"/>
        </w:rPr>
      </w:pPr>
    </w:p>
    <w:p w:rsidR="00690CC6" w:rsidRDefault="004028AC" w:rsidP="004028AC">
      <w:pPr>
        <w:pStyle w:val="1"/>
        <w:spacing w:before="200" w:line="240" w:lineRule="auto"/>
        <w:ind w:left="0" w:right="72"/>
        <w:rPr>
          <w:sz w:val="28"/>
          <w:szCs w:val="28"/>
        </w:rPr>
      </w:pPr>
      <w:r>
        <w:rPr>
          <w:sz w:val="28"/>
          <w:szCs w:val="28"/>
        </w:rPr>
        <w:t>МИНИСТЕРСТВО КУЛЬТУРЫ РОССИЙСКОЙ ФЕДЕРАЦИИ</w:t>
      </w:r>
    </w:p>
    <w:p w:rsidR="00690CC6" w:rsidRDefault="00690CC6" w:rsidP="004028AC">
      <w:pPr>
        <w:rPr>
          <w:sz w:val="28"/>
          <w:szCs w:val="28"/>
        </w:rPr>
      </w:pPr>
    </w:p>
    <w:p w:rsidR="00690CC6" w:rsidRDefault="004028AC" w:rsidP="004028A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ФЕДЕРАЛЬНОЕ АГЕНТСТВО ПО ТУРИЗМУ</w:t>
      </w:r>
    </w:p>
    <w:p w:rsidR="00690CC6" w:rsidRDefault="004028AC" w:rsidP="004028AC">
      <w:pPr>
        <w:jc w:val="center"/>
        <w:rPr>
          <w:sz w:val="28"/>
          <w:szCs w:val="28"/>
        </w:rPr>
      </w:pPr>
      <w:r>
        <w:rPr>
          <w:sz w:val="28"/>
          <w:szCs w:val="28"/>
        </w:rPr>
        <w:t>(РОСТУРИЗМ)</w:t>
      </w:r>
    </w:p>
    <w:p w:rsidR="00690CC6" w:rsidRDefault="00690CC6" w:rsidP="004028AC">
      <w:pPr>
        <w:jc w:val="center"/>
        <w:rPr>
          <w:b/>
          <w:bCs/>
          <w:sz w:val="28"/>
          <w:szCs w:val="28"/>
        </w:rPr>
      </w:pPr>
    </w:p>
    <w:p w:rsidR="00690CC6" w:rsidRDefault="004028AC" w:rsidP="004028A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ПРИКАЗ</w:t>
      </w:r>
    </w:p>
    <w:p w:rsidR="00690CC6" w:rsidRDefault="00690CC6" w:rsidP="004028AC">
      <w:pPr>
        <w:rPr>
          <w:sz w:val="28"/>
          <w:szCs w:val="28"/>
        </w:rPr>
      </w:pPr>
    </w:p>
    <w:p w:rsidR="00690CC6" w:rsidRDefault="002B0B84" w:rsidP="00CF7173">
      <w:pPr>
        <w:rPr>
          <w:sz w:val="28"/>
          <w:szCs w:val="28"/>
        </w:rPr>
      </w:pPr>
      <w:r>
        <w:rPr>
          <w:sz w:val="28"/>
          <w:szCs w:val="28"/>
        </w:rPr>
        <w:t>«22» июня 2015</w:t>
      </w:r>
      <w:r w:rsidR="00CF7173">
        <w:rPr>
          <w:sz w:val="28"/>
          <w:szCs w:val="28"/>
        </w:rPr>
        <w:t xml:space="preserve">г.                                                                    </w:t>
      </w:r>
      <w:r>
        <w:rPr>
          <w:sz w:val="28"/>
          <w:szCs w:val="28"/>
        </w:rPr>
        <w:t xml:space="preserve">                №</w:t>
      </w:r>
      <w:r w:rsidR="009A59E5">
        <w:rPr>
          <w:sz w:val="28"/>
          <w:szCs w:val="28"/>
        </w:rPr>
        <w:t xml:space="preserve"> 239-Пр-15</w:t>
      </w:r>
    </w:p>
    <w:p w:rsidR="002B0B84" w:rsidRDefault="002B0B84" w:rsidP="00CF7173">
      <w:pPr>
        <w:rPr>
          <w:sz w:val="28"/>
          <w:szCs w:val="28"/>
        </w:rPr>
      </w:pPr>
    </w:p>
    <w:p w:rsidR="00690CC6" w:rsidRDefault="004028AC" w:rsidP="004028A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Москва</w:t>
      </w:r>
    </w:p>
    <w:p w:rsidR="00690CC6" w:rsidRDefault="00690CC6" w:rsidP="004028AC">
      <w:pPr>
        <w:jc w:val="center"/>
        <w:rPr>
          <w:b/>
          <w:sz w:val="28"/>
          <w:szCs w:val="28"/>
        </w:rPr>
      </w:pPr>
    </w:p>
    <w:p w:rsidR="00690CC6" w:rsidRDefault="004028AC" w:rsidP="004028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отказе во внесении сведений о туроператорах в </w:t>
      </w:r>
    </w:p>
    <w:p w:rsidR="00690CC6" w:rsidRDefault="004028AC" w:rsidP="004028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Единый федеральный реестр туроператоров</w:t>
      </w:r>
    </w:p>
    <w:p w:rsidR="00690CC6" w:rsidRDefault="00690CC6" w:rsidP="004028A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90CC6" w:rsidRDefault="004028AC" w:rsidP="003533C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4.1 Федерального закона от 24 ноября 1996 года № 132-ФЗ «Об основах туристской деятельности в Российской Федерации» </w:t>
      </w:r>
      <w:r>
        <w:rPr>
          <w:b/>
          <w:spacing w:val="80"/>
          <w:sz w:val="28"/>
          <w:szCs w:val="28"/>
        </w:rPr>
        <w:t>приказыва</w:t>
      </w:r>
      <w:r>
        <w:rPr>
          <w:b/>
          <w:sz w:val="28"/>
          <w:szCs w:val="28"/>
        </w:rPr>
        <w:t>ю:</w:t>
      </w:r>
    </w:p>
    <w:p w:rsidR="00690CC6" w:rsidRDefault="00690CC6" w:rsidP="004028AC">
      <w:pPr>
        <w:rPr>
          <w:sz w:val="28"/>
          <w:szCs w:val="28"/>
        </w:rPr>
      </w:pPr>
    </w:p>
    <w:p w:rsidR="00690CC6" w:rsidRDefault="004028AC" w:rsidP="004028A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Отказать во внесении сведений о юридических лицах в Единый федеральный</w:t>
      </w:r>
      <w:r w:rsidR="002B0B84">
        <w:rPr>
          <w:sz w:val="28"/>
          <w:szCs w:val="28"/>
        </w:rPr>
        <w:t xml:space="preserve"> реестр туроператоров согласно П</w:t>
      </w:r>
      <w:r>
        <w:rPr>
          <w:sz w:val="28"/>
          <w:szCs w:val="28"/>
        </w:rPr>
        <w:t>риложению.</w:t>
      </w:r>
    </w:p>
    <w:p w:rsidR="00690CC6" w:rsidRDefault="00690CC6" w:rsidP="004028AC">
      <w:pPr>
        <w:ind w:firstLine="708"/>
        <w:jc w:val="both"/>
        <w:rPr>
          <w:sz w:val="28"/>
          <w:szCs w:val="28"/>
        </w:rPr>
      </w:pPr>
    </w:p>
    <w:p w:rsidR="00690CC6" w:rsidRDefault="004028AC" w:rsidP="004028A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Разместить настоящий приказ на сайте Федерального агентства по туризму в информационно-телекоммуникационной сети «Интернет».</w:t>
      </w:r>
    </w:p>
    <w:p w:rsidR="00690CC6" w:rsidRDefault="00690CC6" w:rsidP="004028AC">
      <w:pPr>
        <w:ind w:firstLine="708"/>
        <w:jc w:val="both"/>
        <w:rPr>
          <w:sz w:val="28"/>
          <w:szCs w:val="28"/>
        </w:rPr>
      </w:pPr>
    </w:p>
    <w:p w:rsidR="00690CC6" w:rsidRDefault="004028AC" w:rsidP="004028A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</w:t>
      </w:r>
      <w:r w:rsidR="002B0B84">
        <w:rPr>
          <w:sz w:val="28"/>
          <w:szCs w:val="28"/>
        </w:rPr>
        <w:t>роль за</w:t>
      </w:r>
      <w:proofErr w:type="gramEnd"/>
      <w:r w:rsidR="002B0B84">
        <w:rPr>
          <w:sz w:val="28"/>
          <w:szCs w:val="28"/>
        </w:rPr>
        <w:t xml:space="preserve"> исполнением настоящего п</w:t>
      </w:r>
      <w:r>
        <w:rPr>
          <w:sz w:val="28"/>
          <w:szCs w:val="28"/>
        </w:rPr>
        <w:t>риказа возложить на заместителя руководителя Ростуризма А.А. Конюшкова.</w:t>
      </w:r>
    </w:p>
    <w:p w:rsidR="00690CC6" w:rsidRDefault="00690CC6" w:rsidP="004028AC">
      <w:pPr>
        <w:ind w:firstLine="708"/>
        <w:jc w:val="both"/>
        <w:rPr>
          <w:sz w:val="28"/>
          <w:szCs w:val="28"/>
        </w:rPr>
      </w:pPr>
    </w:p>
    <w:p w:rsidR="00690CC6" w:rsidRDefault="00690CC6" w:rsidP="004028AC">
      <w:pPr>
        <w:ind w:firstLine="708"/>
        <w:jc w:val="both"/>
        <w:rPr>
          <w:sz w:val="28"/>
          <w:szCs w:val="28"/>
        </w:rPr>
      </w:pPr>
    </w:p>
    <w:p w:rsidR="00690CC6" w:rsidRDefault="00690CC6" w:rsidP="004028AC">
      <w:pPr>
        <w:ind w:firstLine="708"/>
        <w:jc w:val="both"/>
        <w:rPr>
          <w:sz w:val="28"/>
          <w:szCs w:val="28"/>
        </w:rPr>
      </w:pPr>
    </w:p>
    <w:p w:rsidR="00690CC6" w:rsidRDefault="00690CC6" w:rsidP="004028AC">
      <w:pPr>
        <w:ind w:firstLine="709"/>
        <w:jc w:val="both"/>
        <w:rPr>
          <w:sz w:val="28"/>
          <w:szCs w:val="28"/>
        </w:rPr>
      </w:pPr>
    </w:p>
    <w:p w:rsidR="00690CC6" w:rsidRDefault="00690CC6" w:rsidP="004028AC">
      <w:pPr>
        <w:rPr>
          <w:sz w:val="28"/>
          <w:szCs w:val="28"/>
        </w:rPr>
      </w:pPr>
    </w:p>
    <w:p w:rsidR="00690CC6" w:rsidRDefault="00690CC6" w:rsidP="004028AC">
      <w:pPr>
        <w:rPr>
          <w:sz w:val="28"/>
          <w:szCs w:val="28"/>
        </w:rPr>
      </w:pPr>
    </w:p>
    <w:p w:rsidR="00690CC6" w:rsidRDefault="00690CC6" w:rsidP="004028AC">
      <w:pPr>
        <w:rPr>
          <w:sz w:val="28"/>
          <w:szCs w:val="28"/>
        </w:rPr>
      </w:pPr>
    </w:p>
    <w:p w:rsidR="00690CC6" w:rsidRDefault="00690CC6" w:rsidP="004028AC">
      <w:pPr>
        <w:rPr>
          <w:sz w:val="28"/>
          <w:szCs w:val="28"/>
        </w:rPr>
      </w:pPr>
    </w:p>
    <w:p w:rsidR="00690CC6" w:rsidRDefault="00690CC6" w:rsidP="004028AC">
      <w:pPr>
        <w:rPr>
          <w:sz w:val="28"/>
          <w:szCs w:val="28"/>
        </w:rPr>
      </w:pPr>
    </w:p>
    <w:p w:rsidR="00690CC6" w:rsidRDefault="00FC01C4" w:rsidP="004028AC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О.П. Сафонов</w:t>
      </w:r>
    </w:p>
    <w:p w:rsidR="00690CC6" w:rsidRDefault="00690CC6" w:rsidP="004028AC">
      <w:pPr>
        <w:rPr>
          <w:sz w:val="28"/>
          <w:szCs w:val="28"/>
        </w:rPr>
      </w:pPr>
    </w:p>
    <w:p w:rsidR="00690CC6" w:rsidRDefault="00690CC6" w:rsidP="004028AC">
      <w:pPr>
        <w:rPr>
          <w:sz w:val="28"/>
          <w:szCs w:val="28"/>
        </w:rPr>
      </w:pPr>
    </w:p>
    <w:p w:rsidR="00690CC6" w:rsidRDefault="00690CC6" w:rsidP="004028AC">
      <w:pPr>
        <w:ind w:left="4248"/>
        <w:jc w:val="right"/>
        <w:rPr>
          <w:b/>
        </w:rPr>
      </w:pPr>
    </w:p>
    <w:p w:rsidR="00690CC6" w:rsidRDefault="00690CC6" w:rsidP="002B0B84">
      <w:pPr>
        <w:rPr>
          <w:b/>
        </w:rPr>
      </w:pPr>
    </w:p>
    <w:p w:rsidR="00690CC6" w:rsidRDefault="002B0B84" w:rsidP="00CF7173">
      <w:pPr>
        <w:pageBreakBefore/>
        <w:jc w:val="right"/>
        <w:rPr>
          <w:b/>
        </w:rPr>
      </w:pPr>
      <w:r>
        <w:rPr>
          <w:b/>
        </w:rPr>
        <w:lastRenderedPageBreak/>
        <w:t xml:space="preserve">Приложение </w:t>
      </w:r>
    </w:p>
    <w:p w:rsidR="00690CC6" w:rsidRDefault="00CF7173" w:rsidP="00CF7173">
      <w:pPr>
        <w:jc w:val="right"/>
        <w:rPr>
          <w:b/>
        </w:rPr>
      </w:pPr>
      <w:r>
        <w:rPr>
          <w:b/>
        </w:rPr>
        <w:t xml:space="preserve"> к приказу Ростуризма </w:t>
      </w:r>
    </w:p>
    <w:p w:rsidR="00690CC6" w:rsidRDefault="009A59E5" w:rsidP="002B0B84">
      <w:pPr>
        <w:ind w:left="4248" w:firstLine="708"/>
        <w:jc w:val="center"/>
        <w:rPr>
          <w:b/>
        </w:rPr>
      </w:pPr>
      <w:r>
        <w:rPr>
          <w:b/>
        </w:rPr>
        <w:t xml:space="preserve">                 </w:t>
      </w:r>
      <w:r w:rsidR="002B0B84">
        <w:rPr>
          <w:b/>
        </w:rPr>
        <w:t>от «22» июня 2015</w:t>
      </w:r>
      <w:r w:rsidR="00CF7173">
        <w:rPr>
          <w:b/>
        </w:rPr>
        <w:t xml:space="preserve">г. № </w:t>
      </w:r>
      <w:r>
        <w:rPr>
          <w:b/>
        </w:rPr>
        <w:t>239-Пр-15</w:t>
      </w:r>
    </w:p>
    <w:p w:rsidR="00690CC6" w:rsidRDefault="00690CC6" w:rsidP="00CF7173">
      <w:pPr>
        <w:jc w:val="right"/>
        <w:rPr>
          <w:b/>
        </w:rPr>
      </w:pPr>
    </w:p>
    <w:p w:rsidR="00690CC6" w:rsidRDefault="00690CC6" w:rsidP="00CF7173">
      <w:pPr>
        <w:jc w:val="right"/>
        <w:rPr>
          <w:b/>
        </w:rPr>
      </w:pPr>
    </w:p>
    <w:p w:rsidR="00690CC6" w:rsidRDefault="00CF7173" w:rsidP="00C21063">
      <w:pPr>
        <w:tabs>
          <w:tab w:val="left" w:pos="-120"/>
        </w:tabs>
        <w:jc w:val="center"/>
        <w:rPr>
          <w:b/>
        </w:rPr>
      </w:pPr>
      <w:r>
        <w:rPr>
          <w:b/>
        </w:rPr>
        <w:t>Список юридических лиц, которым отказано во внесении сведений в Единый федеральный реестр туроператоров в связи с предоставлением недостоверных сведений</w:t>
      </w:r>
    </w:p>
    <w:p w:rsidR="00690CC6" w:rsidRDefault="00690CC6" w:rsidP="00CF7173">
      <w:pPr>
        <w:tabs>
          <w:tab w:val="left" w:pos="-120"/>
        </w:tabs>
        <w:ind w:left="-480"/>
        <w:jc w:val="center"/>
        <w:rPr>
          <w:b/>
        </w:rPr>
      </w:pPr>
    </w:p>
    <w:p w:rsidR="00690CC6" w:rsidRDefault="00690CC6" w:rsidP="00CF7173">
      <w:pPr>
        <w:tabs>
          <w:tab w:val="left" w:pos="-120"/>
        </w:tabs>
        <w:ind w:left="-480"/>
        <w:jc w:val="center"/>
        <w:rPr>
          <w:b/>
        </w:rPr>
      </w:pPr>
    </w:p>
    <w:p w:rsidR="00690CC6" w:rsidRDefault="00690CC6" w:rsidP="00CF7173">
      <w:pPr>
        <w:tabs>
          <w:tab w:val="left" w:pos="-120"/>
        </w:tabs>
        <w:ind w:left="-480"/>
        <w:jc w:val="center"/>
        <w:rPr>
          <w:b/>
        </w:rPr>
      </w:pPr>
    </w:p>
    <w:tbl>
      <w:tblPr>
        <w:tblW w:w="10677" w:type="dxa"/>
        <w:tblInd w:w="-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4184"/>
        <w:gridCol w:w="5627"/>
      </w:tblGrid>
      <w:tr w:rsidR="00690CC6" w:rsidTr="00DE616A">
        <w:trPr>
          <w:trHeight w:val="774"/>
        </w:trPr>
        <w:tc>
          <w:tcPr>
            <w:tcW w:w="866" w:type="dxa"/>
            <w:shd w:val="clear" w:color="auto" w:fill="auto"/>
            <w:vAlign w:val="center"/>
          </w:tcPr>
          <w:p w:rsidR="00690CC6" w:rsidRDefault="00C21063" w:rsidP="00DE616A">
            <w:pPr>
              <w:tabs>
                <w:tab w:val="left" w:pos="-120"/>
              </w:tabs>
              <w:jc w:val="center"/>
              <w:rPr>
                <w:b/>
              </w:rPr>
            </w:pPr>
            <w:r>
              <w:t>№ п/п</w:t>
            </w:r>
          </w:p>
        </w:tc>
        <w:tc>
          <w:tcPr>
            <w:tcW w:w="4184" w:type="dxa"/>
            <w:shd w:val="clear" w:color="auto" w:fill="auto"/>
            <w:vAlign w:val="center"/>
            <w:hideMark/>
          </w:tcPr>
          <w:p w:rsidR="00690CC6" w:rsidRDefault="00C21063" w:rsidP="00DE616A">
            <w:pPr>
              <w:tabs>
                <w:tab w:val="left" w:pos="-120"/>
              </w:tabs>
              <w:jc w:val="center"/>
            </w:pPr>
            <w:r>
              <w:t>Наименование юридического лица</w:t>
            </w:r>
          </w:p>
        </w:tc>
        <w:tc>
          <w:tcPr>
            <w:tcW w:w="5627" w:type="dxa"/>
            <w:shd w:val="clear" w:color="auto" w:fill="auto"/>
            <w:vAlign w:val="center"/>
            <w:hideMark/>
          </w:tcPr>
          <w:p w:rsidR="00690CC6" w:rsidRDefault="00C21063" w:rsidP="00DE616A">
            <w:pPr>
              <w:tabs>
                <w:tab w:val="left" w:pos="-120"/>
              </w:tabs>
              <w:jc w:val="center"/>
            </w:pPr>
            <w:r>
              <w:t>Адрес (место нахождения юридического лица)</w:t>
            </w:r>
          </w:p>
        </w:tc>
      </w:tr>
      <w:tr w:rsidR="00690CC6" w:rsidTr="00C21063">
        <w:tc>
          <w:tcPr>
            <w:tcW w:w="866" w:type="dxa"/>
            <w:shd w:val="clear" w:color="auto" w:fill="auto"/>
          </w:tcPr>
          <w:p w:rsidR="00690CC6" w:rsidRDefault="00C21063" w:rsidP="00793C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84" w:type="dxa"/>
            <w:shd w:val="clear" w:color="auto" w:fill="auto"/>
          </w:tcPr>
          <w:p w:rsidR="00690CC6" w:rsidRDefault="00C21063" w:rsidP="00793CD8">
            <w:pPr>
              <w:rPr>
                <w:color w:val="000000"/>
              </w:rPr>
            </w:pPr>
            <w:r>
              <w:rPr>
                <w:color w:val="000000"/>
              </w:rPr>
              <w:t>ООО  "М Тур"</w:t>
            </w:r>
          </w:p>
        </w:tc>
        <w:tc>
          <w:tcPr>
            <w:tcW w:w="5627" w:type="dxa"/>
            <w:shd w:val="clear" w:color="auto" w:fill="auto"/>
          </w:tcPr>
          <w:p w:rsidR="00690CC6" w:rsidRDefault="00C21063" w:rsidP="00793CD8">
            <w:pPr>
              <w:rPr>
                <w:color w:val="000000"/>
              </w:rPr>
            </w:pPr>
            <w:r>
              <w:rPr>
                <w:color w:val="000000"/>
              </w:rPr>
              <w:t>121165, г. Москва, Кутузовский пр-кт, д. 33, стр. 1</w:t>
            </w:r>
          </w:p>
        </w:tc>
      </w:tr>
      <w:tr w:rsidR="00690CC6" w:rsidTr="00C21063">
        <w:tc>
          <w:tcPr>
            <w:tcW w:w="866" w:type="dxa"/>
            <w:shd w:val="clear" w:color="auto" w:fill="auto"/>
          </w:tcPr>
          <w:p w:rsidR="00690CC6" w:rsidRDefault="00C21063" w:rsidP="00793C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84" w:type="dxa"/>
            <w:shd w:val="clear" w:color="auto" w:fill="auto"/>
          </w:tcPr>
          <w:p w:rsidR="00690CC6" w:rsidRDefault="00C21063" w:rsidP="00793CD8">
            <w:pPr>
              <w:rPr>
                <w:color w:val="000000"/>
              </w:rPr>
            </w:pPr>
            <w:r>
              <w:rPr>
                <w:color w:val="000000"/>
              </w:rPr>
              <w:t>МБУ "ГЦОиТ"</w:t>
            </w:r>
          </w:p>
        </w:tc>
        <w:tc>
          <w:tcPr>
            <w:tcW w:w="5627" w:type="dxa"/>
            <w:shd w:val="clear" w:color="auto" w:fill="auto"/>
          </w:tcPr>
          <w:p w:rsidR="002B0B84" w:rsidRDefault="00C21063" w:rsidP="00793CD8">
            <w:pPr>
              <w:rPr>
                <w:color w:val="000000"/>
              </w:rPr>
            </w:pPr>
            <w:r>
              <w:rPr>
                <w:color w:val="000000"/>
              </w:rPr>
              <w:t xml:space="preserve">169912,Республика Коми, г. Воркута, </w:t>
            </w:r>
          </w:p>
          <w:p w:rsidR="00690CC6" w:rsidRDefault="00C21063" w:rsidP="00793CD8">
            <w:pPr>
              <w:rPr>
                <w:color w:val="000000"/>
              </w:rPr>
            </w:pPr>
            <w:r>
              <w:rPr>
                <w:color w:val="000000"/>
              </w:rPr>
              <w:t>ул. Шахтерская наб., д. 14</w:t>
            </w:r>
          </w:p>
        </w:tc>
      </w:tr>
      <w:tr w:rsidR="00690CC6" w:rsidTr="00C21063">
        <w:tc>
          <w:tcPr>
            <w:tcW w:w="866" w:type="dxa"/>
            <w:shd w:val="clear" w:color="auto" w:fill="auto"/>
          </w:tcPr>
          <w:p w:rsidR="00690CC6" w:rsidRDefault="00C21063" w:rsidP="00793C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84" w:type="dxa"/>
            <w:shd w:val="clear" w:color="auto" w:fill="auto"/>
          </w:tcPr>
          <w:p w:rsidR="00690CC6" w:rsidRDefault="00C21063" w:rsidP="00793CD8">
            <w:pPr>
              <w:rPr>
                <w:color w:val="000000"/>
              </w:rPr>
            </w:pPr>
            <w:r>
              <w:rPr>
                <w:color w:val="000000"/>
              </w:rPr>
              <w:t>ООО "НТК Интурист Мурманск"</w:t>
            </w:r>
          </w:p>
        </w:tc>
        <w:tc>
          <w:tcPr>
            <w:tcW w:w="5627" w:type="dxa"/>
            <w:shd w:val="clear" w:color="auto" w:fill="auto"/>
          </w:tcPr>
          <w:p w:rsidR="00690CC6" w:rsidRDefault="00C21063" w:rsidP="00793CD8">
            <w:pPr>
              <w:rPr>
                <w:color w:val="000000"/>
              </w:rPr>
            </w:pPr>
            <w:r>
              <w:rPr>
                <w:color w:val="000000"/>
              </w:rPr>
              <w:t>183071, г. Мурманск, ул. Маклакова, д. 51, 27</w:t>
            </w:r>
          </w:p>
        </w:tc>
      </w:tr>
      <w:tr w:rsidR="00690CC6" w:rsidTr="00C21063">
        <w:tc>
          <w:tcPr>
            <w:tcW w:w="866" w:type="dxa"/>
            <w:shd w:val="clear" w:color="auto" w:fill="auto"/>
          </w:tcPr>
          <w:p w:rsidR="00690CC6" w:rsidRDefault="00C21063" w:rsidP="00793C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84" w:type="dxa"/>
            <w:shd w:val="clear" w:color="auto" w:fill="auto"/>
          </w:tcPr>
          <w:p w:rsidR="00690CC6" w:rsidRDefault="00C21063" w:rsidP="00793CD8">
            <w:pPr>
              <w:rPr>
                <w:color w:val="000000"/>
              </w:rPr>
            </w:pPr>
            <w:r>
              <w:rPr>
                <w:color w:val="000000"/>
              </w:rPr>
              <w:t>ООО "Авто Тур"</w:t>
            </w:r>
          </w:p>
        </w:tc>
        <w:tc>
          <w:tcPr>
            <w:tcW w:w="5627" w:type="dxa"/>
            <w:shd w:val="clear" w:color="auto" w:fill="auto"/>
          </w:tcPr>
          <w:p w:rsidR="00690CC6" w:rsidRDefault="00C21063" w:rsidP="00793CD8">
            <w:pPr>
              <w:rPr>
                <w:color w:val="000000"/>
              </w:rPr>
            </w:pPr>
            <w:r>
              <w:rPr>
                <w:color w:val="000000"/>
              </w:rPr>
              <w:t>450043, г. Уфа, ул. Транспортная, д. 46, оф. 116</w:t>
            </w:r>
          </w:p>
        </w:tc>
      </w:tr>
      <w:tr w:rsidR="00690CC6" w:rsidTr="00C21063">
        <w:tc>
          <w:tcPr>
            <w:tcW w:w="866" w:type="dxa"/>
            <w:shd w:val="clear" w:color="auto" w:fill="auto"/>
          </w:tcPr>
          <w:p w:rsidR="00690CC6" w:rsidRDefault="00C21063" w:rsidP="00793C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84" w:type="dxa"/>
            <w:shd w:val="clear" w:color="auto" w:fill="auto"/>
          </w:tcPr>
          <w:p w:rsidR="00690CC6" w:rsidRDefault="00C21063" w:rsidP="00793CD8">
            <w:pPr>
              <w:rPr>
                <w:color w:val="000000"/>
              </w:rPr>
            </w:pPr>
            <w:r>
              <w:rPr>
                <w:color w:val="000000"/>
              </w:rPr>
              <w:t>ООО "ГБ"</w:t>
            </w:r>
          </w:p>
        </w:tc>
        <w:tc>
          <w:tcPr>
            <w:tcW w:w="5627" w:type="dxa"/>
            <w:shd w:val="clear" w:color="auto" w:fill="auto"/>
          </w:tcPr>
          <w:p w:rsidR="00690CC6" w:rsidRDefault="00C21063" w:rsidP="00793CD8">
            <w:pPr>
              <w:rPr>
                <w:color w:val="000000"/>
              </w:rPr>
            </w:pPr>
            <w:r>
              <w:rPr>
                <w:color w:val="000000"/>
              </w:rPr>
              <w:t>109316, г. Москва, пр-д Остаповский, д. 5</w:t>
            </w:r>
          </w:p>
        </w:tc>
      </w:tr>
      <w:tr w:rsidR="00690CC6" w:rsidTr="00C21063">
        <w:tc>
          <w:tcPr>
            <w:tcW w:w="866" w:type="dxa"/>
            <w:shd w:val="clear" w:color="auto" w:fill="auto"/>
          </w:tcPr>
          <w:p w:rsidR="00690CC6" w:rsidRDefault="00C21063" w:rsidP="00793C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84" w:type="dxa"/>
            <w:shd w:val="clear" w:color="auto" w:fill="auto"/>
          </w:tcPr>
          <w:p w:rsidR="00690CC6" w:rsidRDefault="00C21063" w:rsidP="00793CD8">
            <w:pPr>
              <w:rPr>
                <w:color w:val="000000"/>
              </w:rPr>
            </w:pPr>
            <w:r>
              <w:rPr>
                <w:color w:val="000000"/>
              </w:rPr>
              <w:t>ООО "СЭТА"</w:t>
            </w:r>
          </w:p>
        </w:tc>
        <w:tc>
          <w:tcPr>
            <w:tcW w:w="5627" w:type="dxa"/>
            <w:shd w:val="clear" w:color="auto" w:fill="auto"/>
          </w:tcPr>
          <w:p w:rsidR="00690CC6" w:rsidRDefault="00C21063" w:rsidP="00793CD8">
            <w:pPr>
              <w:rPr>
                <w:color w:val="000000"/>
              </w:rPr>
            </w:pPr>
            <w:r>
              <w:rPr>
                <w:color w:val="000000"/>
              </w:rPr>
              <w:t>660125, г. Красноярск, ул. Урванцева, д. 25, пом. 33</w:t>
            </w:r>
          </w:p>
        </w:tc>
      </w:tr>
      <w:tr w:rsidR="00690CC6" w:rsidTr="00C21063">
        <w:tc>
          <w:tcPr>
            <w:tcW w:w="866" w:type="dxa"/>
            <w:shd w:val="clear" w:color="auto" w:fill="auto"/>
          </w:tcPr>
          <w:p w:rsidR="00690CC6" w:rsidRDefault="00C21063" w:rsidP="00793C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84" w:type="dxa"/>
            <w:shd w:val="clear" w:color="auto" w:fill="auto"/>
          </w:tcPr>
          <w:p w:rsidR="00690CC6" w:rsidRDefault="00C21063" w:rsidP="00793CD8">
            <w:pPr>
              <w:rPr>
                <w:color w:val="000000"/>
              </w:rPr>
            </w:pPr>
            <w:r>
              <w:rPr>
                <w:color w:val="000000"/>
              </w:rPr>
              <w:t>ТА "Липецкие рейсы"</w:t>
            </w:r>
          </w:p>
        </w:tc>
        <w:tc>
          <w:tcPr>
            <w:tcW w:w="5627" w:type="dxa"/>
            <w:shd w:val="clear" w:color="auto" w:fill="auto"/>
          </w:tcPr>
          <w:p w:rsidR="00690CC6" w:rsidRDefault="00C21063" w:rsidP="00793CD8">
            <w:pPr>
              <w:rPr>
                <w:color w:val="000000"/>
              </w:rPr>
            </w:pPr>
            <w:r>
              <w:rPr>
                <w:color w:val="000000"/>
              </w:rPr>
              <w:t>398042 г. Липецк , 9 микрорайон, д.3, кв. 20</w:t>
            </w:r>
          </w:p>
        </w:tc>
      </w:tr>
      <w:tr w:rsidR="00690CC6" w:rsidTr="00C21063">
        <w:tc>
          <w:tcPr>
            <w:tcW w:w="866" w:type="dxa"/>
            <w:shd w:val="clear" w:color="auto" w:fill="auto"/>
          </w:tcPr>
          <w:p w:rsidR="00690CC6" w:rsidRDefault="00C21063" w:rsidP="00793C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84" w:type="dxa"/>
            <w:shd w:val="clear" w:color="auto" w:fill="auto"/>
          </w:tcPr>
          <w:p w:rsidR="00690CC6" w:rsidRDefault="00C21063" w:rsidP="00793CD8">
            <w:pPr>
              <w:rPr>
                <w:color w:val="000000"/>
              </w:rPr>
            </w:pPr>
            <w:r>
              <w:rPr>
                <w:color w:val="000000"/>
              </w:rPr>
              <w:t>ООО "Семь Островов"</w:t>
            </w:r>
          </w:p>
        </w:tc>
        <w:tc>
          <w:tcPr>
            <w:tcW w:w="5627" w:type="dxa"/>
            <w:shd w:val="clear" w:color="auto" w:fill="auto"/>
          </w:tcPr>
          <w:p w:rsidR="002B0B84" w:rsidRDefault="00C21063" w:rsidP="00793CD8">
            <w:pPr>
              <w:rPr>
                <w:color w:val="000000"/>
              </w:rPr>
            </w:pPr>
            <w:r>
              <w:rPr>
                <w:color w:val="000000"/>
              </w:rPr>
              <w:t xml:space="preserve">115172, г. Москва, Краснохолмская наб., д. 1/15, </w:t>
            </w:r>
          </w:p>
          <w:p w:rsidR="00690CC6" w:rsidRDefault="00C21063" w:rsidP="00793CD8">
            <w:pPr>
              <w:rPr>
                <w:color w:val="000000"/>
              </w:rPr>
            </w:pPr>
            <w:r>
              <w:rPr>
                <w:color w:val="000000"/>
              </w:rPr>
              <w:t>кв. 112</w:t>
            </w:r>
          </w:p>
        </w:tc>
      </w:tr>
      <w:tr w:rsidR="00690CC6" w:rsidTr="00C21063">
        <w:tc>
          <w:tcPr>
            <w:tcW w:w="866" w:type="dxa"/>
            <w:shd w:val="clear" w:color="auto" w:fill="auto"/>
          </w:tcPr>
          <w:p w:rsidR="00690CC6" w:rsidRDefault="00C21063" w:rsidP="00793C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84" w:type="dxa"/>
            <w:shd w:val="clear" w:color="auto" w:fill="auto"/>
          </w:tcPr>
          <w:p w:rsidR="00690CC6" w:rsidRDefault="00C21063" w:rsidP="00793CD8">
            <w:pPr>
              <w:rPr>
                <w:color w:val="000000"/>
              </w:rPr>
            </w:pPr>
            <w:r>
              <w:rPr>
                <w:color w:val="000000"/>
              </w:rPr>
              <w:t>ООО "Источник"</w:t>
            </w:r>
          </w:p>
        </w:tc>
        <w:tc>
          <w:tcPr>
            <w:tcW w:w="5627" w:type="dxa"/>
            <w:shd w:val="clear" w:color="auto" w:fill="auto"/>
          </w:tcPr>
          <w:p w:rsidR="00690CC6" w:rsidRDefault="00C21063" w:rsidP="00793CD8">
            <w:pPr>
              <w:rPr>
                <w:color w:val="000000"/>
              </w:rPr>
            </w:pPr>
            <w:r>
              <w:rPr>
                <w:color w:val="000000"/>
              </w:rPr>
              <w:t>119034, г. Москва, ул. Пречистенка, д. 29/14</w:t>
            </w:r>
          </w:p>
        </w:tc>
      </w:tr>
      <w:tr w:rsidR="00690CC6" w:rsidTr="00C21063">
        <w:tc>
          <w:tcPr>
            <w:tcW w:w="866" w:type="dxa"/>
            <w:shd w:val="clear" w:color="auto" w:fill="auto"/>
          </w:tcPr>
          <w:p w:rsidR="00690CC6" w:rsidRDefault="00C21063" w:rsidP="00793C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84" w:type="dxa"/>
            <w:shd w:val="clear" w:color="auto" w:fill="auto"/>
          </w:tcPr>
          <w:p w:rsidR="00690CC6" w:rsidRDefault="00C21063" w:rsidP="00793CD8">
            <w:pPr>
              <w:rPr>
                <w:color w:val="000000"/>
              </w:rPr>
            </w:pPr>
            <w:r>
              <w:rPr>
                <w:color w:val="000000"/>
              </w:rPr>
              <w:t>ЗАО "АДА-Симпозиум"</w:t>
            </w:r>
          </w:p>
        </w:tc>
        <w:tc>
          <w:tcPr>
            <w:tcW w:w="5627" w:type="dxa"/>
            <w:shd w:val="clear" w:color="auto" w:fill="auto"/>
          </w:tcPr>
          <w:p w:rsidR="00690CC6" w:rsidRDefault="00C21063" w:rsidP="00793CD8">
            <w:pPr>
              <w:rPr>
                <w:color w:val="000000"/>
              </w:rPr>
            </w:pPr>
            <w:r>
              <w:rPr>
                <w:color w:val="000000"/>
              </w:rPr>
              <w:t>103031, г. Москва, ул. Большая Дмитровка, 30/1, стр. 1</w:t>
            </w:r>
          </w:p>
        </w:tc>
      </w:tr>
      <w:tr w:rsidR="00690CC6" w:rsidTr="00C21063">
        <w:tc>
          <w:tcPr>
            <w:tcW w:w="866" w:type="dxa"/>
            <w:shd w:val="clear" w:color="auto" w:fill="auto"/>
          </w:tcPr>
          <w:p w:rsidR="00690CC6" w:rsidRDefault="00C21063" w:rsidP="00793C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84" w:type="dxa"/>
            <w:shd w:val="clear" w:color="auto" w:fill="auto"/>
          </w:tcPr>
          <w:p w:rsidR="00690CC6" w:rsidRDefault="00C21063" w:rsidP="00793CD8">
            <w:pPr>
              <w:rPr>
                <w:color w:val="000000"/>
              </w:rPr>
            </w:pPr>
            <w:r>
              <w:rPr>
                <w:color w:val="000000"/>
              </w:rPr>
              <w:t>ООО "Апельсин-тур"</w:t>
            </w:r>
          </w:p>
        </w:tc>
        <w:tc>
          <w:tcPr>
            <w:tcW w:w="5627" w:type="dxa"/>
            <w:shd w:val="clear" w:color="auto" w:fill="auto"/>
          </w:tcPr>
          <w:p w:rsidR="00690CC6" w:rsidRDefault="00C21063" w:rsidP="00793CD8">
            <w:pPr>
              <w:rPr>
                <w:color w:val="000000"/>
              </w:rPr>
            </w:pPr>
            <w:r>
              <w:rPr>
                <w:color w:val="000000"/>
              </w:rPr>
              <w:t>119071, г. Москва, ул. Малая Калужская, д. 1, стр. 4</w:t>
            </w:r>
          </w:p>
        </w:tc>
      </w:tr>
    </w:tbl>
    <w:p w:rsidR="00690CC6" w:rsidRDefault="00690CC6" w:rsidP="004028AC">
      <w:pPr>
        <w:ind w:left="7080" w:firstLine="708"/>
        <w:rPr>
          <w:b/>
        </w:rPr>
      </w:pPr>
    </w:p>
    <w:sectPr w:rsidR="00690CC6" w:rsidSect="00C361AA">
      <w:pgSz w:w="11906" w:h="16838"/>
      <w:pgMar w:top="719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BC6498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1F6987"/>
    <w:multiLevelType w:val="hybridMultilevel"/>
    <w:tmpl w:val="5B8435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628"/>
    <w:rsid w:val="00000B29"/>
    <w:rsid w:val="00001218"/>
    <w:rsid w:val="000132B4"/>
    <w:rsid w:val="000132EF"/>
    <w:rsid w:val="0001423B"/>
    <w:rsid w:val="00016D84"/>
    <w:rsid w:val="000222B0"/>
    <w:rsid w:val="00023223"/>
    <w:rsid w:val="000235C6"/>
    <w:rsid w:val="000236A1"/>
    <w:rsid w:val="00024324"/>
    <w:rsid w:val="00027539"/>
    <w:rsid w:val="0002794A"/>
    <w:rsid w:val="000314A7"/>
    <w:rsid w:val="000338E7"/>
    <w:rsid w:val="00035415"/>
    <w:rsid w:val="00037688"/>
    <w:rsid w:val="000407F0"/>
    <w:rsid w:val="000427F5"/>
    <w:rsid w:val="0004516D"/>
    <w:rsid w:val="00046708"/>
    <w:rsid w:val="00051F20"/>
    <w:rsid w:val="0005380B"/>
    <w:rsid w:val="00063395"/>
    <w:rsid w:val="00063ED0"/>
    <w:rsid w:val="00065ABD"/>
    <w:rsid w:val="00070D70"/>
    <w:rsid w:val="0007167A"/>
    <w:rsid w:val="000730FA"/>
    <w:rsid w:val="00073D9E"/>
    <w:rsid w:val="0007550B"/>
    <w:rsid w:val="00076097"/>
    <w:rsid w:val="00086CE0"/>
    <w:rsid w:val="00087DDF"/>
    <w:rsid w:val="000A0E25"/>
    <w:rsid w:val="000A4F0E"/>
    <w:rsid w:val="000A513C"/>
    <w:rsid w:val="000B562B"/>
    <w:rsid w:val="000B78D1"/>
    <w:rsid w:val="000C16B6"/>
    <w:rsid w:val="000C366A"/>
    <w:rsid w:val="000C3C5D"/>
    <w:rsid w:val="000C5CF1"/>
    <w:rsid w:val="000D1F16"/>
    <w:rsid w:val="000E18D4"/>
    <w:rsid w:val="000E3AD3"/>
    <w:rsid w:val="000E43DF"/>
    <w:rsid w:val="000E7754"/>
    <w:rsid w:val="000F16B6"/>
    <w:rsid w:val="000F1F8A"/>
    <w:rsid w:val="000F3082"/>
    <w:rsid w:val="000F41D8"/>
    <w:rsid w:val="000F66E9"/>
    <w:rsid w:val="00102D69"/>
    <w:rsid w:val="0010424F"/>
    <w:rsid w:val="00104FAA"/>
    <w:rsid w:val="00111157"/>
    <w:rsid w:val="00111A46"/>
    <w:rsid w:val="00112C0B"/>
    <w:rsid w:val="00113753"/>
    <w:rsid w:val="001214F6"/>
    <w:rsid w:val="00125342"/>
    <w:rsid w:val="0012641D"/>
    <w:rsid w:val="001267B2"/>
    <w:rsid w:val="001333F0"/>
    <w:rsid w:val="00137627"/>
    <w:rsid w:val="00137934"/>
    <w:rsid w:val="00143ECC"/>
    <w:rsid w:val="00144315"/>
    <w:rsid w:val="00146062"/>
    <w:rsid w:val="00164845"/>
    <w:rsid w:val="0017052A"/>
    <w:rsid w:val="00174A5A"/>
    <w:rsid w:val="00176146"/>
    <w:rsid w:val="0017680F"/>
    <w:rsid w:val="00177E45"/>
    <w:rsid w:val="0018148E"/>
    <w:rsid w:val="00184802"/>
    <w:rsid w:val="0019391A"/>
    <w:rsid w:val="00193BA8"/>
    <w:rsid w:val="00194471"/>
    <w:rsid w:val="0019543A"/>
    <w:rsid w:val="00197B4D"/>
    <w:rsid w:val="00197D74"/>
    <w:rsid w:val="001A0791"/>
    <w:rsid w:val="001B0C90"/>
    <w:rsid w:val="001C3177"/>
    <w:rsid w:val="001C5961"/>
    <w:rsid w:val="001C65B5"/>
    <w:rsid w:val="001D287B"/>
    <w:rsid w:val="001E0CEA"/>
    <w:rsid w:val="001E3D3E"/>
    <w:rsid w:val="001E6535"/>
    <w:rsid w:val="001E6843"/>
    <w:rsid w:val="001E6AB7"/>
    <w:rsid w:val="00204EAE"/>
    <w:rsid w:val="00205BE6"/>
    <w:rsid w:val="00207153"/>
    <w:rsid w:val="0020789D"/>
    <w:rsid w:val="00213BF8"/>
    <w:rsid w:val="00220755"/>
    <w:rsid w:val="002241C8"/>
    <w:rsid w:val="00227C38"/>
    <w:rsid w:val="00234377"/>
    <w:rsid w:val="002404D6"/>
    <w:rsid w:val="00240EB3"/>
    <w:rsid w:val="002417E2"/>
    <w:rsid w:val="00242774"/>
    <w:rsid w:val="00244272"/>
    <w:rsid w:val="00244E13"/>
    <w:rsid w:val="00244E47"/>
    <w:rsid w:val="002453B1"/>
    <w:rsid w:val="00245C74"/>
    <w:rsid w:val="00265659"/>
    <w:rsid w:val="00266B74"/>
    <w:rsid w:val="00267CF9"/>
    <w:rsid w:val="0027213C"/>
    <w:rsid w:val="002744C7"/>
    <w:rsid w:val="00275A88"/>
    <w:rsid w:val="0028028F"/>
    <w:rsid w:val="00282ABB"/>
    <w:rsid w:val="0028472C"/>
    <w:rsid w:val="00287DF9"/>
    <w:rsid w:val="00297FEA"/>
    <w:rsid w:val="002A4FF6"/>
    <w:rsid w:val="002A5175"/>
    <w:rsid w:val="002A656C"/>
    <w:rsid w:val="002B0B84"/>
    <w:rsid w:val="002B370F"/>
    <w:rsid w:val="002C0FD1"/>
    <w:rsid w:val="002C180D"/>
    <w:rsid w:val="002C3500"/>
    <w:rsid w:val="002C56EB"/>
    <w:rsid w:val="002C7205"/>
    <w:rsid w:val="002C79B8"/>
    <w:rsid w:val="002D0A34"/>
    <w:rsid w:val="002D0BAF"/>
    <w:rsid w:val="002E1F19"/>
    <w:rsid w:val="002F0078"/>
    <w:rsid w:val="002F46D5"/>
    <w:rsid w:val="002F5EE6"/>
    <w:rsid w:val="002F666E"/>
    <w:rsid w:val="00301918"/>
    <w:rsid w:val="0031341F"/>
    <w:rsid w:val="0031639B"/>
    <w:rsid w:val="00323116"/>
    <w:rsid w:val="003247F9"/>
    <w:rsid w:val="003329F7"/>
    <w:rsid w:val="003345B4"/>
    <w:rsid w:val="0033547D"/>
    <w:rsid w:val="003376FC"/>
    <w:rsid w:val="00344002"/>
    <w:rsid w:val="00350FA8"/>
    <w:rsid w:val="00351361"/>
    <w:rsid w:val="003514F5"/>
    <w:rsid w:val="00351A41"/>
    <w:rsid w:val="003533C4"/>
    <w:rsid w:val="003565B9"/>
    <w:rsid w:val="003605B0"/>
    <w:rsid w:val="00364229"/>
    <w:rsid w:val="00365829"/>
    <w:rsid w:val="0036691D"/>
    <w:rsid w:val="003674DA"/>
    <w:rsid w:val="003709C3"/>
    <w:rsid w:val="003740B6"/>
    <w:rsid w:val="00377F98"/>
    <w:rsid w:val="00380490"/>
    <w:rsid w:val="00384DD7"/>
    <w:rsid w:val="00387687"/>
    <w:rsid w:val="00387EED"/>
    <w:rsid w:val="003938F4"/>
    <w:rsid w:val="0039644C"/>
    <w:rsid w:val="00396B15"/>
    <w:rsid w:val="003A34D7"/>
    <w:rsid w:val="003B0600"/>
    <w:rsid w:val="003B207B"/>
    <w:rsid w:val="003B6E69"/>
    <w:rsid w:val="003C26B3"/>
    <w:rsid w:val="003D019B"/>
    <w:rsid w:val="003D20C4"/>
    <w:rsid w:val="003D2616"/>
    <w:rsid w:val="003D61FA"/>
    <w:rsid w:val="003D6A43"/>
    <w:rsid w:val="003E1A4C"/>
    <w:rsid w:val="003E48D9"/>
    <w:rsid w:val="003E5DCC"/>
    <w:rsid w:val="003F1F4B"/>
    <w:rsid w:val="003F26A3"/>
    <w:rsid w:val="003F375C"/>
    <w:rsid w:val="003F41E8"/>
    <w:rsid w:val="003F57CC"/>
    <w:rsid w:val="00401757"/>
    <w:rsid w:val="004028AC"/>
    <w:rsid w:val="00402F6A"/>
    <w:rsid w:val="004033F2"/>
    <w:rsid w:val="00410930"/>
    <w:rsid w:val="004161AF"/>
    <w:rsid w:val="0041740F"/>
    <w:rsid w:val="004179CE"/>
    <w:rsid w:val="00424A44"/>
    <w:rsid w:val="004308D7"/>
    <w:rsid w:val="00431236"/>
    <w:rsid w:val="00432559"/>
    <w:rsid w:val="00436E9C"/>
    <w:rsid w:val="004428F1"/>
    <w:rsid w:val="00442EF5"/>
    <w:rsid w:val="00443528"/>
    <w:rsid w:val="00445774"/>
    <w:rsid w:val="00453FB4"/>
    <w:rsid w:val="0045753D"/>
    <w:rsid w:val="00461DF3"/>
    <w:rsid w:val="00462975"/>
    <w:rsid w:val="00463147"/>
    <w:rsid w:val="004632E7"/>
    <w:rsid w:val="00464645"/>
    <w:rsid w:val="00465DAB"/>
    <w:rsid w:val="00470F5F"/>
    <w:rsid w:val="00472793"/>
    <w:rsid w:val="00473043"/>
    <w:rsid w:val="00487086"/>
    <w:rsid w:val="00491B06"/>
    <w:rsid w:val="00493DD0"/>
    <w:rsid w:val="004A078C"/>
    <w:rsid w:val="004A5317"/>
    <w:rsid w:val="004A6B24"/>
    <w:rsid w:val="004B12BA"/>
    <w:rsid w:val="004B2B3F"/>
    <w:rsid w:val="004B6481"/>
    <w:rsid w:val="004B6975"/>
    <w:rsid w:val="004B74DC"/>
    <w:rsid w:val="004C20BE"/>
    <w:rsid w:val="004C2846"/>
    <w:rsid w:val="004C29ED"/>
    <w:rsid w:val="004C796F"/>
    <w:rsid w:val="004D1E8B"/>
    <w:rsid w:val="004D7497"/>
    <w:rsid w:val="004D77D5"/>
    <w:rsid w:val="004E0775"/>
    <w:rsid w:val="004E7858"/>
    <w:rsid w:val="004F2812"/>
    <w:rsid w:val="0050005B"/>
    <w:rsid w:val="00502B1D"/>
    <w:rsid w:val="005106C1"/>
    <w:rsid w:val="00511EFB"/>
    <w:rsid w:val="0051341D"/>
    <w:rsid w:val="005149C5"/>
    <w:rsid w:val="00515D89"/>
    <w:rsid w:val="00524F6D"/>
    <w:rsid w:val="00525903"/>
    <w:rsid w:val="00531DA3"/>
    <w:rsid w:val="00534E03"/>
    <w:rsid w:val="00535BFD"/>
    <w:rsid w:val="00535C2E"/>
    <w:rsid w:val="00540E23"/>
    <w:rsid w:val="00541B1E"/>
    <w:rsid w:val="00545AEF"/>
    <w:rsid w:val="00550CB7"/>
    <w:rsid w:val="005616C6"/>
    <w:rsid w:val="00562587"/>
    <w:rsid w:val="005647B4"/>
    <w:rsid w:val="00567C84"/>
    <w:rsid w:val="00574048"/>
    <w:rsid w:val="005752C7"/>
    <w:rsid w:val="005753A0"/>
    <w:rsid w:val="00575AC3"/>
    <w:rsid w:val="005806B4"/>
    <w:rsid w:val="00582790"/>
    <w:rsid w:val="005871E7"/>
    <w:rsid w:val="00587E4A"/>
    <w:rsid w:val="005942BC"/>
    <w:rsid w:val="00596AA6"/>
    <w:rsid w:val="005A1EF8"/>
    <w:rsid w:val="005A461E"/>
    <w:rsid w:val="005A466F"/>
    <w:rsid w:val="005B02E2"/>
    <w:rsid w:val="005B1B3D"/>
    <w:rsid w:val="005B2E04"/>
    <w:rsid w:val="005B3678"/>
    <w:rsid w:val="005B41B8"/>
    <w:rsid w:val="005B5709"/>
    <w:rsid w:val="005B5AF0"/>
    <w:rsid w:val="005B765D"/>
    <w:rsid w:val="005D684F"/>
    <w:rsid w:val="005E07B2"/>
    <w:rsid w:val="005E0FEB"/>
    <w:rsid w:val="005E3D68"/>
    <w:rsid w:val="005E7BFC"/>
    <w:rsid w:val="005F6648"/>
    <w:rsid w:val="00603D79"/>
    <w:rsid w:val="00604C08"/>
    <w:rsid w:val="006059B9"/>
    <w:rsid w:val="00607048"/>
    <w:rsid w:val="00613FC8"/>
    <w:rsid w:val="0062024F"/>
    <w:rsid w:val="00621669"/>
    <w:rsid w:val="00621726"/>
    <w:rsid w:val="00622328"/>
    <w:rsid w:val="006250B0"/>
    <w:rsid w:val="00633992"/>
    <w:rsid w:val="0063665B"/>
    <w:rsid w:val="006416FB"/>
    <w:rsid w:val="00644BC8"/>
    <w:rsid w:val="00645A30"/>
    <w:rsid w:val="00650CFD"/>
    <w:rsid w:val="00656D7E"/>
    <w:rsid w:val="00660A8B"/>
    <w:rsid w:val="0066143D"/>
    <w:rsid w:val="00662D9D"/>
    <w:rsid w:val="00675044"/>
    <w:rsid w:val="00675F2A"/>
    <w:rsid w:val="00680067"/>
    <w:rsid w:val="0068035D"/>
    <w:rsid w:val="00681F2D"/>
    <w:rsid w:val="00682779"/>
    <w:rsid w:val="00683C6E"/>
    <w:rsid w:val="0069056E"/>
    <w:rsid w:val="00690CC6"/>
    <w:rsid w:val="00691202"/>
    <w:rsid w:val="00692DE6"/>
    <w:rsid w:val="0069495D"/>
    <w:rsid w:val="00695F9D"/>
    <w:rsid w:val="00696958"/>
    <w:rsid w:val="00697E44"/>
    <w:rsid w:val="006B4750"/>
    <w:rsid w:val="006B7537"/>
    <w:rsid w:val="006C23CB"/>
    <w:rsid w:val="006C4B7C"/>
    <w:rsid w:val="006C5FE7"/>
    <w:rsid w:val="006D1BD7"/>
    <w:rsid w:val="006D2103"/>
    <w:rsid w:val="006D391B"/>
    <w:rsid w:val="006D45D5"/>
    <w:rsid w:val="006E1B42"/>
    <w:rsid w:val="006E1FAD"/>
    <w:rsid w:val="006E278C"/>
    <w:rsid w:val="006E291B"/>
    <w:rsid w:val="006E3EBC"/>
    <w:rsid w:val="006E78DE"/>
    <w:rsid w:val="006F220E"/>
    <w:rsid w:val="006F52C4"/>
    <w:rsid w:val="006F5DD5"/>
    <w:rsid w:val="006F6155"/>
    <w:rsid w:val="00703B8E"/>
    <w:rsid w:val="00704604"/>
    <w:rsid w:val="00705279"/>
    <w:rsid w:val="00707CD6"/>
    <w:rsid w:val="007132B1"/>
    <w:rsid w:val="00713516"/>
    <w:rsid w:val="00715D34"/>
    <w:rsid w:val="00721183"/>
    <w:rsid w:val="00721373"/>
    <w:rsid w:val="00732255"/>
    <w:rsid w:val="007348D5"/>
    <w:rsid w:val="007353C2"/>
    <w:rsid w:val="00741001"/>
    <w:rsid w:val="0074282C"/>
    <w:rsid w:val="00744028"/>
    <w:rsid w:val="00745699"/>
    <w:rsid w:val="007506B7"/>
    <w:rsid w:val="00751728"/>
    <w:rsid w:val="00751AC8"/>
    <w:rsid w:val="007532DE"/>
    <w:rsid w:val="00762994"/>
    <w:rsid w:val="00762E77"/>
    <w:rsid w:val="00763628"/>
    <w:rsid w:val="00763827"/>
    <w:rsid w:val="00767EDA"/>
    <w:rsid w:val="00772DC4"/>
    <w:rsid w:val="00776237"/>
    <w:rsid w:val="007770FA"/>
    <w:rsid w:val="00780BE0"/>
    <w:rsid w:val="00787F12"/>
    <w:rsid w:val="007908B0"/>
    <w:rsid w:val="007938CE"/>
    <w:rsid w:val="00793CD8"/>
    <w:rsid w:val="00793DD9"/>
    <w:rsid w:val="00793E74"/>
    <w:rsid w:val="007A01A5"/>
    <w:rsid w:val="007A2419"/>
    <w:rsid w:val="007A4B3C"/>
    <w:rsid w:val="007A5EA4"/>
    <w:rsid w:val="007A675F"/>
    <w:rsid w:val="007B0110"/>
    <w:rsid w:val="007B06F2"/>
    <w:rsid w:val="007B144B"/>
    <w:rsid w:val="007B1C30"/>
    <w:rsid w:val="007B297D"/>
    <w:rsid w:val="007B35C5"/>
    <w:rsid w:val="007B739E"/>
    <w:rsid w:val="007B73D4"/>
    <w:rsid w:val="007B7A4A"/>
    <w:rsid w:val="007C05CB"/>
    <w:rsid w:val="007C20CA"/>
    <w:rsid w:val="007C4CC1"/>
    <w:rsid w:val="007C7DF4"/>
    <w:rsid w:val="007D1D69"/>
    <w:rsid w:val="007D420A"/>
    <w:rsid w:val="007D468D"/>
    <w:rsid w:val="007D4E27"/>
    <w:rsid w:val="007D6150"/>
    <w:rsid w:val="007E0024"/>
    <w:rsid w:val="007E1535"/>
    <w:rsid w:val="007E4172"/>
    <w:rsid w:val="007E43E2"/>
    <w:rsid w:val="007E4F6A"/>
    <w:rsid w:val="007E66EF"/>
    <w:rsid w:val="007E7552"/>
    <w:rsid w:val="007F2149"/>
    <w:rsid w:val="007F59A6"/>
    <w:rsid w:val="007F6509"/>
    <w:rsid w:val="008029A4"/>
    <w:rsid w:val="00803ED3"/>
    <w:rsid w:val="00804C20"/>
    <w:rsid w:val="00806C8D"/>
    <w:rsid w:val="00820FD1"/>
    <w:rsid w:val="00825948"/>
    <w:rsid w:val="00830FC6"/>
    <w:rsid w:val="008332FD"/>
    <w:rsid w:val="00834FFD"/>
    <w:rsid w:val="0084317D"/>
    <w:rsid w:val="00843954"/>
    <w:rsid w:val="00844F32"/>
    <w:rsid w:val="00847FD1"/>
    <w:rsid w:val="00852C93"/>
    <w:rsid w:val="00854660"/>
    <w:rsid w:val="00860C5E"/>
    <w:rsid w:val="00862200"/>
    <w:rsid w:val="00865E7C"/>
    <w:rsid w:val="00873972"/>
    <w:rsid w:val="00873F3C"/>
    <w:rsid w:val="00876409"/>
    <w:rsid w:val="00876877"/>
    <w:rsid w:val="00876DB4"/>
    <w:rsid w:val="00880816"/>
    <w:rsid w:val="00880E60"/>
    <w:rsid w:val="00882E85"/>
    <w:rsid w:val="00883169"/>
    <w:rsid w:val="00885111"/>
    <w:rsid w:val="0088549B"/>
    <w:rsid w:val="00886711"/>
    <w:rsid w:val="00886AE7"/>
    <w:rsid w:val="00890BE4"/>
    <w:rsid w:val="00892460"/>
    <w:rsid w:val="008924A5"/>
    <w:rsid w:val="0089372A"/>
    <w:rsid w:val="0089675B"/>
    <w:rsid w:val="00897F35"/>
    <w:rsid w:val="008A184F"/>
    <w:rsid w:val="008A5ACF"/>
    <w:rsid w:val="008B0801"/>
    <w:rsid w:val="008B100E"/>
    <w:rsid w:val="008B3261"/>
    <w:rsid w:val="008B4087"/>
    <w:rsid w:val="008B6009"/>
    <w:rsid w:val="008B632A"/>
    <w:rsid w:val="008B72BD"/>
    <w:rsid w:val="008C4B04"/>
    <w:rsid w:val="008D55C9"/>
    <w:rsid w:val="008D5BC2"/>
    <w:rsid w:val="008D5D16"/>
    <w:rsid w:val="008E622F"/>
    <w:rsid w:val="008F1FBE"/>
    <w:rsid w:val="008F39D0"/>
    <w:rsid w:val="008F6EF1"/>
    <w:rsid w:val="009006B7"/>
    <w:rsid w:val="009037F0"/>
    <w:rsid w:val="00910545"/>
    <w:rsid w:val="00911DDE"/>
    <w:rsid w:val="00912EFC"/>
    <w:rsid w:val="00914027"/>
    <w:rsid w:val="00921AF7"/>
    <w:rsid w:val="00930F32"/>
    <w:rsid w:val="00933197"/>
    <w:rsid w:val="0093521D"/>
    <w:rsid w:val="0093774C"/>
    <w:rsid w:val="00937756"/>
    <w:rsid w:val="00937A90"/>
    <w:rsid w:val="00940073"/>
    <w:rsid w:val="009418A1"/>
    <w:rsid w:val="00943076"/>
    <w:rsid w:val="009435FF"/>
    <w:rsid w:val="00946914"/>
    <w:rsid w:val="00971EEA"/>
    <w:rsid w:val="009765FA"/>
    <w:rsid w:val="0098208E"/>
    <w:rsid w:val="009851BA"/>
    <w:rsid w:val="00985D0A"/>
    <w:rsid w:val="009869ED"/>
    <w:rsid w:val="00995047"/>
    <w:rsid w:val="009A59E5"/>
    <w:rsid w:val="009A7144"/>
    <w:rsid w:val="009B481E"/>
    <w:rsid w:val="009C0731"/>
    <w:rsid w:val="009C2622"/>
    <w:rsid w:val="009C6272"/>
    <w:rsid w:val="009C71C5"/>
    <w:rsid w:val="009C7E96"/>
    <w:rsid w:val="009D31B6"/>
    <w:rsid w:val="009D6A9C"/>
    <w:rsid w:val="009E463A"/>
    <w:rsid w:val="009F2E33"/>
    <w:rsid w:val="009F3212"/>
    <w:rsid w:val="009F42FE"/>
    <w:rsid w:val="009F6DCB"/>
    <w:rsid w:val="009F773F"/>
    <w:rsid w:val="009F78A4"/>
    <w:rsid w:val="00A01107"/>
    <w:rsid w:val="00A02674"/>
    <w:rsid w:val="00A04D12"/>
    <w:rsid w:val="00A07581"/>
    <w:rsid w:val="00A105E7"/>
    <w:rsid w:val="00A14A6B"/>
    <w:rsid w:val="00A16572"/>
    <w:rsid w:val="00A20871"/>
    <w:rsid w:val="00A25F7D"/>
    <w:rsid w:val="00A355B8"/>
    <w:rsid w:val="00A3626C"/>
    <w:rsid w:val="00A4330D"/>
    <w:rsid w:val="00A50CBB"/>
    <w:rsid w:val="00A53C79"/>
    <w:rsid w:val="00A66F67"/>
    <w:rsid w:val="00A71572"/>
    <w:rsid w:val="00A72FD0"/>
    <w:rsid w:val="00A753E9"/>
    <w:rsid w:val="00A76074"/>
    <w:rsid w:val="00A8088C"/>
    <w:rsid w:val="00A87A14"/>
    <w:rsid w:val="00A93C0E"/>
    <w:rsid w:val="00AA29B5"/>
    <w:rsid w:val="00AA44BD"/>
    <w:rsid w:val="00AA525D"/>
    <w:rsid w:val="00AA5B74"/>
    <w:rsid w:val="00AA5CBB"/>
    <w:rsid w:val="00AA767B"/>
    <w:rsid w:val="00AB5CDA"/>
    <w:rsid w:val="00AC5721"/>
    <w:rsid w:val="00AD6882"/>
    <w:rsid w:val="00AE253A"/>
    <w:rsid w:val="00AE2846"/>
    <w:rsid w:val="00AE5F2A"/>
    <w:rsid w:val="00AF2819"/>
    <w:rsid w:val="00AF3663"/>
    <w:rsid w:val="00AF3BAE"/>
    <w:rsid w:val="00AF4608"/>
    <w:rsid w:val="00B0051C"/>
    <w:rsid w:val="00B0112B"/>
    <w:rsid w:val="00B03159"/>
    <w:rsid w:val="00B03265"/>
    <w:rsid w:val="00B12545"/>
    <w:rsid w:val="00B135D9"/>
    <w:rsid w:val="00B201A3"/>
    <w:rsid w:val="00B27A9C"/>
    <w:rsid w:val="00B31146"/>
    <w:rsid w:val="00B31C3C"/>
    <w:rsid w:val="00B37C69"/>
    <w:rsid w:val="00B404B9"/>
    <w:rsid w:val="00B40851"/>
    <w:rsid w:val="00B41575"/>
    <w:rsid w:val="00B42B85"/>
    <w:rsid w:val="00B61909"/>
    <w:rsid w:val="00B63333"/>
    <w:rsid w:val="00B64774"/>
    <w:rsid w:val="00B65683"/>
    <w:rsid w:val="00B701A7"/>
    <w:rsid w:val="00B73956"/>
    <w:rsid w:val="00B739E1"/>
    <w:rsid w:val="00B74A28"/>
    <w:rsid w:val="00B75B9A"/>
    <w:rsid w:val="00B75CC7"/>
    <w:rsid w:val="00B77221"/>
    <w:rsid w:val="00B8038E"/>
    <w:rsid w:val="00B83B7A"/>
    <w:rsid w:val="00B843DA"/>
    <w:rsid w:val="00B84D7F"/>
    <w:rsid w:val="00B92A68"/>
    <w:rsid w:val="00B94DDB"/>
    <w:rsid w:val="00B951B0"/>
    <w:rsid w:val="00B96FBA"/>
    <w:rsid w:val="00BA2887"/>
    <w:rsid w:val="00BA7BCC"/>
    <w:rsid w:val="00BB06BB"/>
    <w:rsid w:val="00BC0432"/>
    <w:rsid w:val="00BC62C6"/>
    <w:rsid w:val="00BC6647"/>
    <w:rsid w:val="00BC680A"/>
    <w:rsid w:val="00BD6587"/>
    <w:rsid w:val="00BE301A"/>
    <w:rsid w:val="00BE4C3B"/>
    <w:rsid w:val="00BE4EDC"/>
    <w:rsid w:val="00BE58E3"/>
    <w:rsid w:val="00BF4596"/>
    <w:rsid w:val="00BF611B"/>
    <w:rsid w:val="00BF69D4"/>
    <w:rsid w:val="00BF7F85"/>
    <w:rsid w:val="00C03A25"/>
    <w:rsid w:val="00C06A8A"/>
    <w:rsid w:val="00C12E60"/>
    <w:rsid w:val="00C15C51"/>
    <w:rsid w:val="00C163FC"/>
    <w:rsid w:val="00C169CB"/>
    <w:rsid w:val="00C21063"/>
    <w:rsid w:val="00C258D8"/>
    <w:rsid w:val="00C27A4A"/>
    <w:rsid w:val="00C31FAC"/>
    <w:rsid w:val="00C323E9"/>
    <w:rsid w:val="00C361AA"/>
    <w:rsid w:val="00C4293E"/>
    <w:rsid w:val="00C45C07"/>
    <w:rsid w:val="00C524F3"/>
    <w:rsid w:val="00C53F74"/>
    <w:rsid w:val="00C6003F"/>
    <w:rsid w:val="00C74534"/>
    <w:rsid w:val="00C7508F"/>
    <w:rsid w:val="00C84436"/>
    <w:rsid w:val="00C909D0"/>
    <w:rsid w:val="00C92FB2"/>
    <w:rsid w:val="00C93D28"/>
    <w:rsid w:val="00C95A60"/>
    <w:rsid w:val="00CA0582"/>
    <w:rsid w:val="00CA3DCD"/>
    <w:rsid w:val="00CA5933"/>
    <w:rsid w:val="00CB1D70"/>
    <w:rsid w:val="00CB35C3"/>
    <w:rsid w:val="00CB38BB"/>
    <w:rsid w:val="00CB4DD6"/>
    <w:rsid w:val="00CB7E12"/>
    <w:rsid w:val="00CC0AE0"/>
    <w:rsid w:val="00CC0F01"/>
    <w:rsid w:val="00CC27AC"/>
    <w:rsid w:val="00CC3B56"/>
    <w:rsid w:val="00CC3DB9"/>
    <w:rsid w:val="00CC6303"/>
    <w:rsid w:val="00CD1003"/>
    <w:rsid w:val="00CD25DF"/>
    <w:rsid w:val="00CE5BBF"/>
    <w:rsid w:val="00CF5FDB"/>
    <w:rsid w:val="00CF7173"/>
    <w:rsid w:val="00D024F5"/>
    <w:rsid w:val="00D02C5F"/>
    <w:rsid w:val="00D048E7"/>
    <w:rsid w:val="00D10311"/>
    <w:rsid w:val="00D1071E"/>
    <w:rsid w:val="00D14280"/>
    <w:rsid w:val="00D177E0"/>
    <w:rsid w:val="00D21B68"/>
    <w:rsid w:val="00D23F41"/>
    <w:rsid w:val="00D30711"/>
    <w:rsid w:val="00D322DC"/>
    <w:rsid w:val="00D333C2"/>
    <w:rsid w:val="00D363D1"/>
    <w:rsid w:val="00D40BDC"/>
    <w:rsid w:val="00D41A9C"/>
    <w:rsid w:val="00D42359"/>
    <w:rsid w:val="00D44989"/>
    <w:rsid w:val="00D515E4"/>
    <w:rsid w:val="00D51AE8"/>
    <w:rsid w:val="00D603FA"/>
    <w:rsid w:val="00D60738"/>
    <w:rsid w:val="00D62CBE"/>
    <w:rsid w:val="00D67A39"/>
    <w:rsid w:val="00D706DC"/>
    <w:rsid w:val="00D73593"/>
    <w:rsid w:val="00D77541"/>
    <w:rsid w:val="00D84D9F"/>
    <w:rsid w:val="00D8617E"/>
    <w:rsid w:val="00D90B3A"/>
    <w:rsid w:val="00D92CA5"/>
    <w:rsid w:val="00D942F6"/>
    <w:rsid w:val="00D94884"/>
    <w:rsid w:val="00D95641"/>
    <w:rsid w:val="00D971ED"/>
    <w:rsid w:val="00D97A15"/>
    <w:rsid w:val="00DA3998"/>
    <w:rsid w:val="00DA4BA7"/>
    <w:rsid w:val="00DA5C08"/>
    <w:rsid w:val="00DB128B"/>
    <w:rsid w:val="00DB2DDC"/>
    <w:rsid w:val="00DB3FA9"/>
    <w:rsid w:val="00DB4928"/>
    <w:rsid w:val="00DC212C"/>
    <w:rsid w:val="00DC254E"/>
    <w:rsid w:val="00DC2727"/>
    <w:rsid w:val="00DC3505"/>
    <w:rsid w:val="00DC4F2C"/>
    <w:rsid w:val="00DD0665"/>
    <w:rsid w:val="00DD3308"/>
    <w:rsid w:val="00DD7515"/>
    <w:rsid w:val="00DE1004"/>
    <w:rsid w:val="00DE1A0E"/>
    <w:rsid w:val="00DE3FC6"/>
    <w:rsid w:val="00DE616A"/>
    <w:rsid w:val="00DF0474"/>
    <w:rsid w:val="00DF3B47"/>
    <w:rsid w:val="00DF3C64"/>
    <w:rsid w:val="00DF6C3D"/>
    <w:rsid w:val="00DF7353"/>
    <w:rsid w:val="00E10737"/>
    <w:rsid w:val="00E17C3E"/>
    <w:rsid w:val="00E220F7"/>
    <w:rsid w:val="00E23BE4"/>
    <w:rsid w:val="00E25621"/>
    <w:rsid w:val="00E37CCC"/>
    <w:rsid w:val="00E4205E"/>
    <w:rsid w:val="00E43116"/>
    <w:rsid w:val="00E45BD6"/>
    <w:rsid w:val="00E462E6"/>
    <w:rsid w:val="00E46A47"/>
    <w:rsid w:val="00E52178"/>
    <w:rsid w:val="00E52FB0"/>
    <w:rsid w:val="00E54126"/>
    <w:rsid w:val="00E6062D"/>
    <w:rsid w:val="00E64350"/>
    <w:rsid w:val="00E64545"/>
    <w:rsid w:val="00E65CCC"/>
    <w:rsid w:val="00E66E6C"/>
    <w:rsid w:val="00E70165"/>
    <w:rsid w:val="00E71EA9"/>
    <w:rsid w:val="00E7529E"/>
    <w:rsid w:val="00E76664"/>
    <w:rsid w:val="00E76D40"/>
    <w:rsid w:val="00E81FFF"/>
    <w:rsid w:val="00E829DF"/>
    <w:rsid w:val="00E861C5"/>
    <w:rsid w:val="00E91DFE"/>
    <w:rsid w:val="00E922D2"/>
    <w:rsid w:val="00E950FE"/>
    <w:rsid w:val="00E95414"/>
    <w:rsid w:val="00EA2877"/>
    <w:rsid w:val="00EA2A8D"/>
    <w:rsid w:val="00EA43BA"/>
    <w:rsid w:val="00EA5D02"/>
    <w:rsid w:val="00EA7053"/>
    <w:rsid w:val="00EA7555"/>
    <w:rsid w:val="00EA7A7D"/>
    <w:rsid w:val="00EB05D6"/>
    <w:rsid w:val="00EB0E4A"/>
    <w:rsid w:val="00EB1043"/>
    <w:rsid w:val="00EB621E"/>
    <w:rsid w:val="00EC05D8"/>
    <w:rsid w:val="00EC52EC"/>
    <w:rsid w:val="00EC5A8C"/>
    <w:rsid w:val="00EC6FA2"/>
    <w:rsid w:val="00EC7912"/>
    <w:rsid w:val="00ED1B27"/>
    <w:rsid w:val="00ED25D6"/>
    <w:rsid w:val="00ED2BD9"/>
    <w:rsid w:val="00ED3F0E"/>
    <w:rsid w:val="00ED56CE"/>
    <w:rsid w:val="00ED68DA"/>
    <w:rsid w:val="00ED6FD1"/>
    <w:rsid w:val="00EE0F86"/>
    <w:rsid w:val="00EE30CE"/>
    <w:rsid w:val="00EE6561"/>
    <w:rsid w:val="00EF3628"/>
    <w:rsid w:val="00EF6700"/>
    <w:rsid w:val="00F031F9"/>
    <w:rsid w:val="00F04FDE"/>
    <w:rsid w:val="00F06CBF"/>
    <w:rsid w:val="00F07DA4"/>
    <w:rsid w:val="00F10EDD"/>
    <w:rsid w:val="00F116EC"/>
    <w:rsid w:val="00F22B1A"/>
    <w:rsid w:val="00F23CA9"/>
    <w:rsid w:val="00F26B67"/>
    <w:rsid w:val="00F32139"/>
    <w:rsid w:val="00F32ACD"/>
    <w:rsid w:val="00F32CED"/>
    <w:rsid w:val="00F33CA5"/>
    <w:rsid w:val="00F3429B"/>
    <w:rsid w:val="00F37C7A"/>
    <w:rsid w:val="00F40F51"/>
    <w:rsid w:val="00F50CF2"/>
    <w:rsid w:val="00F6682D"/>
    <w:rsid w:val="00F6684B"/>
    <w:rsid w:val="00F67561"/>
    <w:rsid w:val="00F72DA8"/>
    <w:rsid w:val="00F8054E"/>
    <w:rsid w:val="00F820D5"/>
    <w:rsid w:val="00F85297"/>
    <w:rsid w:val="00F85436"/>
    <w:rsid w:val="00F85F01"/>
    <w:rsid w:val="00F90CBE"/>
    <w:rsid w:val="00F92459"/>
    <w:rsid w:val="00F92DEB"/>
    <w:rsid w:val="00F93E80"/>
    <w:rsid w:val="00F96831"/>
    <w:rsid w:val="00FA25C3"/>
    <w:rsid w:val="00FB52AF"/>
    <w:rsid w:val="00FC01C4"/>
    <w:rsid w:val="00FC050C"/>
    <w:rsid w:val="00FC2FE5"/>
    <w:rsid w:val="00FC5F9C"/>
    <w:rsid w:val="00FD08EC"/>
    <w:rsid w:val="00FD24CE"/>
    <w:rsid w:val="00FE0238"/>
    <w:rsid w:val="00FE1142"/>
    <w:rsid w:val="00FE4CFF"/>
    <w:rsid w:val="00FE517D"/>
    <w:rsid w:val="00FE617C"/>
    <w:rsid w:val="00FE6582"/>
    <w:rsid w:val="00FF1EA0"/>
    <w:rsid w:val="00FF412C"/>
    <w:rsid w:val="00FF57B5"/>
    <w:rsid w:val="00FF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8A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028AC"/>
    <w:pPr>
      <w:widowControl w:val="0"/>
      <w:snapToGrid w:val="0"/>
      <w:spacing w:before="220" w:line="252" w:lineRule="auto"/>
      <w:ind w:left="520" w:right="400"/>
      <w:jc w:val="center"/>
    </w:pPr>
    <w:rPr>
      <w:sz w:val="18"/>
    </w:rPr>
  </w:style>
  <w:style w:type="table" w:styleId="a3">
    <w:name w:val="Table Grid"/>
    <w:basedOn w:val="a1"/>
    <w:rsid w:val="004028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F30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8A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028AC"/>
    <w:pPr>
      <w:widowControl w:val="0"/>
      <w:snapToGrid w:val="0"/>
      <w:spacing w:before="220" w:line="252" w:lineRule="auto"/>
      <w:ind w:left="520" w:right="400"/>
      <w:jc w:val="center"/>
    </w:pPr>
    <w:rPr>
      <w:sz w:val="18"/>
    </w:rPr>
  </w:style>
  <w:style w:type="table" w:styleId="a3">
    <w:name w:val="Table Grid"/>
    <w:basedOn w:val="a1"/>
    <w:rsid w:val="004028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F30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76;&#1084;&#1080;&#1085;&#1080;&#1089;&#1090;&#1088;&#1072;&#1090;&#1086;&#1088;\Downloads\&#1054;&#1073;&#1088;&#1072;&#1079;&#1077;&#1094;%20&#1087;&#1088;&#1080;&#1082;&#1072;&#1079;&#1072;%20&#1086;&#1073;%20&#1086;&#1090;&#1082;&#1072;&#1079;&#1077;%20&#1074;&#1085;&#1077;&#1089;&#1077;&#1085;&#1080;&#1103;.dotx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Образец приказа об отказе внесения</Template>
  <TotalTime>1</TotalTime>
  <Pages>2</Pages>
  <Words>268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Globus-Telecom</cp:lastModifiedBy>
  <cp:revision>2</cp:revision>
  <cp:lastPrinted>2014-11-07T10:02:00Z</cp:lastPrinted>
  <dcterms:created xsi:type="dcterms:W3CDTF">2015-07-16T12:07:00Z</dcterms:created>
  <dcterms:modified xsi:type="dcterms:W3CDTF">2015-07-16T12:07:00Z</dcterms:modified>
</cp:coreProperties>
</file>