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284" w:rsidRDefault="006D09B7" w:rsidP="00C06AF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98500" cy="825500"/>
            <wp:effectExtent l="0" t="0" r="12700" b="127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284" w:rsidRDefault="00C06AF6" w:rsidP="00C06AF6">
      <w:pPr>
        <w:pStyle w:val="1"/>
        <w:spacing w:before="200" w:line="240" w:lineRule="auto"/>
        <w:ind w:left="0" w:right="72"/>
        <w:outlineLvl w:val="0"/>
        <w:rPr>
          <w:sz w:val="28"/>
          <w:szCs w:val="28"/>
        </w:rPr>
      </w:pPr>
      <w:r>
        <w:rPr>
          <w:sz w:val="28"/>
          <w:szCs w:val="28"/>
        </w:rPr>
        <w:t>МИНИСТЕРСТВО КУЛЬТУРЫ РОССИЙСКОЙ ФЕДЕРАЦИИ</w:t>
      </w:r>
    </w:p>
    <w:p w:rsidR="00C42284" w:rsidRDefault="00C42284" w:rsidP="00C06AF6">
      <w:pPr>
        <w:rPr>
          <w:sz w:val="28"/>
          <w:szCs w:val="28"/>
        </w:rPr>
      </w:pPr>
    </w:p>
    <w:p w:rsidR="00C42284" w:rsidRDefault="00C06AF6" w:rsidP="00C06AF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АГЕНТСТВО ПО ТУРИЗМУ</w:t>
      </w:r>
    </w:p>
    <w:p w:rsidR="00C42284" w:rsidRDefault="00C06AF6" w:rsidP="00C06AF6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(РОСТУРИЗМ)</w:t>
      </w:r>
    </w:p>
    <w:p w:rsidR="00C42284" w:rsidRDefault="00C42284" w:rsidP="00C06AF6">
      <w:pPr>
        <w:jc w:val="center"/>
        <w:rPr>
          <w:b/>
          <w:bCs/>
          <w:sz w:val="28"/>
          <w:szCs w:val="28"/>
        </w:rPr>
      </w:pPr>
    </w:p>
    <w:p w:rsidR="00C42284" w:rsidRDefault="00C06AF6" w:rsidP="00C06AF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ПРИКАЗ</w:t>
      </w:r>
    </w:p>
    <w:p w:rsidR="00C42284" w:rsidRDefault="00C42284" w:rsidP="00C06AF6">
      <w:pPr>
        <w:rPr>
          <w:sz w:val="28"/>
          <w:szCs w:val="28"/>
        </w:rPr>
      </w:pPr>
    </w:p>
    <w:p w:rsidR="00C42284" w:rsidRDefault="00A816E7" w:rsidP="00F06A63">
      <w:pPr>
        <w:jc w:val="both"/>
        <w:rPr>
          <w:sz w:val="28"/>
          <w:szCs w:val="28"/>
        </w:rPr>
      </w:pPr>
      <w:r>
        <w:rPr>
          <w:sz w:val="28"/>
          <w:szCs w:val="28"/>
        </w:rPr>
        <w:t>«08» февраля 2016</w:t>
      </w:r>
      <w:r w:rsidR="00F06A63">
        <w:rPr>
          <w:sz w:val="28"/>
          <w:szCs w:val="28"/>
        </w:rPr>
        <w:t xml:space="preserve">г.                                                                  № </w:t>
      </w:r>
      <w:r w:rsidR="005F29BA">
        <w:rPr>
          <w:sz w:val="28"/>
          <w:szCs w:val="28"/>
        </w:rPr>
        <w:t>35-Пр-16</w:t>
      </w:r>
    </w:p>
    <w:p w:rsidR="00C42284" w:rsidRDefault="00C06AF6" w:rsidP="00C06AF6">
      <w:pPr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Москва</w:t>
      </w:r>
    </w:p>
    <w:p w:rsidR="00C42284" w:rsidRDefault="00C42284" w:rsidP="00C06AF6">
      <w:pPr>
        <w:jc w:val="center"/>
        <w:rPr>
          <w:b/>
          <w:sz w:val="28"/>
          <w:szCs w:val="28"/>
        </w:rPr>
      </w:pPr>
    </w:p>
    <w:p w:rsidR="00C42284" w:rsidRDefault="00C06AF6" w:rsidP="00C06AF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формировании Единого федерального реестра туроператоров</w:t>
      </w:r>
    </w:p>
    <w:p w:rsidR="00C42284" w:rsidRDefault="00C42284" w:rsidP="00C06A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42284" w:rsidRDefault="00C06AF6" w:rsidP="00F11B4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4.1 Федерального закона от 24 ноября 1996 г. № 132-ФЗ «Об основах туристской деятельности в Российской Федерации» </w:t>
      </w:r>
      <w:r>
        <w:rPr>
          <w:b/>
          <w:spacing w:val="80"/>
          <w:sz w:val="28"/>
          <w:szCs w:val="28"/>
        </w:rPr>
        <w:t>приказыва</w:t>
      </w:r>
      <w:r>
        <w:rPr>
          <w:b/>
          <w:sz w:val="28"/>
          <w:szCs w:val="28"/>
        </w:rPr>
        <w:t>ю:</w:t>
      </w:r>
    </w:p>
    <w:p w:rsidR="00C42284" w:rsidRDefault="00C42284" w:rsidP="00C06AF6">
      <w:pPr>
        <w:rPr>
          <w:sz w:val="28"/>
          <w:szCs w:val="28"/>
        </w:rPr>
      </w:pPr>
    </w:p>
    <w:p w:rsidR="00C42284" w:rsidRDefault="00C06AF6" w:rsidP="00C06A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Внести сведения в Единый федеральный реестр туроператоров </w:t>
      </w:r>
      <w:r>
        <w:rPr>
          <w:sz w:val="28"/>
          <w:szCs w:val="28"/>
        </w:rPr>
        <w:br/>
        <w:t>о юридических лицах, осуществляющих туроператорскую деятельность, согласно Приложению.</w:t>
      </w:r>
    </w:p>
    <w:p w:rsidR="00C42284" w:rsidRDefault="00C42284" w:rsidP="00C06AF6">
      <w:pPr>
        <w:ind w:firstLine="708"/>
        <w:jc w:val="both"/>
        <w:rPr>
          <w:sz w:val="28"/>
          <w:szCs w:val="28"/>
        </w:rPr>
      </w:pPr>
    </w:p>
    <w:p w:rsidR="00C42284" w:rsidRDefault="00C06AF6" w:rsidP="00CA3A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настоящий </w:t>
      </w:r>
      <w:r w:rsidR="00A816E7">
        <w:rPr>
          <w:sz w:val="28"/>
          <w:szCs w:val="28"/>
        </w:rPr>
        <w:t>п</w:t>
      </w:r>
      <w:r>
        <w:rPr>
          <w:sz w:val="28"/>
          <w:szCs w:val="28"/>
        </w:rPr>
        <w:t>риказ на сайте Федерального агентства</w:t>
      </w:r>
      <w:r>
        <w:rPr>
          <w:sz w:val="28"/>
          <w:szCs w:val="28"/>
        </w:rPr>
        <w:br/>
        <w:t>по туризму в информационно-телекоммуникационной сети Интернет.</w:t>
      </w:r>
    </w:p>
    <w:p w:rsidR="00C42284" w:rsidRDefault="00C42284" w:rsidP="00C06AF6">
      <w:pPr>
        <w:ind w:firstLine="708"/>
        <w:jc w:val="both"/>
        <w:rPr>
          <w:sz w:val="28"/>
          <w:szCs w:val="28"/>
        </w:rPr>
      </w:pPr>
    </w:p>
    <w:p w:rsidR="00C42284" w:rsidRDefault="00C06AF6" w:rsidP="00C06A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</w:t>
      </w:r>
      <w:r w:rsidR="00A816E7">
        <w:rPr>
          <w:sz w:val="28"/>
          <w:szCs w:val="28"/>
        </w:rPr>
        <w:t>п</w:t>
      </w:r>
      <w:r>
        <w:rPr>
          <w:sz w:val="28"/>
          <w:szCs w:val="28"/>
        </w:rPr>
        <w:t>риказа возложить на заместителя руководителя Ростуризма С.Е. Корнеева.</w:t>
      </w:r>
    </w:p>
    <w:p w:rsidR="00C42284" w:rsidRDefault="00C42284" w:rsidP="00C06AF6">
      <w:pPr>
        <w:ind w:firstLine="708"/>
        <w:jc w:val="both"/>
        <w:rPr>
          <w:sz w:val="28"/>
          <w:szCs w:val="28"/>
        </w:rPr>
      </w:pPr>
    </w:p>
    <w:p w:rsidR="00C42284" w:rsidRDefault="00C42284" w:rsidP="00C06AF6">
      <w:pPr>
        <w:rPr>
          <w:sz w:val="28"/>
          <w:szCs w:val="28"/>
        </w:rPr>
      </w:pPr>
    </w:p>
    <w:p w:rsidR="00C42284" w:rsidRDefault="00C42284" w:rsidP="00C06AF6">
      <w:pPr>
        <w:rPr>
          <w:sz w:val="28"/>
          <w:szCs w:val="28"/>
        </w:rPr>
      </w:pPr>
    </w:p>
    <w:p w:rsidR="00C42284" w:rsidRDefault="00C42284" w:rsidP="00C06AF6">
      <w:pPr>
        <w:rPr>
          <w:sz w:val="28"/>
          <w:szCs w:val="28"/>
        </w:rPr>
      </w:pPr>
    </w:p>
    <w:p w:rsidR="00C42284" w:rsidRDefault="00C42284" w:rsidP="00C06AF6">
      <w:pPr>
        <w:rPr>
          <w:sz w:val="28"/>
          <w:szCs w:val="28"/>
        </w:rPr>
      </w:pPr>
    </w:p>
    <w:p w:rsidR="00C42284" w:rsidRDefault="00C42284" w:rsidP="00C06AF6">
      <w:pPr>
        <w:rPr>
          <w:sz w:val="28"/>
          <w:szCs w:val="28"/>
        </w:rPr>
      </w:pPr>
    </w:p>
    <w:p w:rsidR="00C42284" w:rsidRDefault="00C42284" w:rsidP="00C06AF6">
      <w:pPr>
        <w:rPr>
          <w:sz w:val="28"/>
          <w:szCs w:val="28"/>
        </w:rPr>
      </w:pPr>
    </w:p>
    <w:p w:rsidR="00C42284" w:rsidRDefault="00C42284" w:rsidP="00C06AF6">
      <w:pPr>
        <w:rPr>
          <w:sz w:val="28"/>
          <w:szCs w:val="28"/>
        </w:rPr>
      </w:pPr>
    </w:p>
    <w:p w:rsidR="00C42284" w:rsidRDefault="00A816E7" w:rsidP="00C06AF6">
      <w:pPr>
        <w:rPr>
          <w:sz w:val="28"/>
          <w:szCs w:val="28"/>
        </w:rPr>
      </w:pPr>
      <w:r>
        <w:rPr>
          <w:sz w:val="28"/>
          <w:szCs w:val="28"/>
        </w:rPr>
        <w:t>ВрИО р</w:t>
      </w:r>
      <w:r w:rsidR="001409F0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1409F0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</w:t>
      </w:r>
      <w:r w:rsidR="001409F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Р</w:t>
      </w:r>
      <w:r w:rsidR="001409F0">
        <w:rPr>
          <w:sz w:val="28"/>
          <w:szCs w:val="28"/>
        </w:rPr>
        <w:t>.П. </w:t>
      </w:r>
      <w:proofErr w:type="gramStart"/>
      <w:r w:rsidR="001409F0">
        <w:rPr>
          <w:sz w:val="28"/>
          <w:szCs w:val="28"/>
        </w:rPr>
        <w:t>С</w:t>
      </w:r>
      <w:r>
        <w:rPr>
          <w:sz w:val="28"/>
          <w:szCs w:val="28"/>
        </w:rPr>
        <w:t>корый</w:t>
      </w:r>
      <w:proofErr w:type="gramEnd"/>
    </w:p>
    <w:p w:rsidR="00C42284" w:rsidRDefault="00C42284" w:rsidP="00C06AF6">
      <w:pPr>
        <w:rPr>
          <w:sz w:val="28"/>
          <w:szCs w:val="28"/>
        </w:rPr>
        <w:sectPr w:rsidR="00C42284">
          <w:pgSz w:w="11906" w:h="16838"/>
          <w:pgMar w:top="1134" w:right="851" w:bottom="1134" w:left="1701" w:header="709" w:footer="709" w:gutter="0"/>
          <w:cols w:space="720"/>
        </w:sectPr>
      </w:pPr>
    </w:p>
    <w:p w:rsidR="00C42284" w:rsidRDefault="00F06A63" w:rsidP="00F06A63">
      <w:pPr>
        <w:jc w:val="right"/>
        <w:outlineLvl w:val="0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Приложение </w:t>
      </w:r>
    </w:p>
    <w:p w:rsidR="00C42284" w:rsidRDefault="00F06A63" w:rsidP="00F06A63">
      <w:pPr>
        <w:jc w:val="right"/>
        <w:rPr>
          <w:b/>
        </w:rPr>
      </w:pPr>
      <w:r>
        <w:rPr>
          <w:b/>
        </w:rPr>
        <w:t xml:space="preserve">к приказу Ростуризма  </w:t>
      </w:r>
    </w:p>
    <w:p w:rsidR="00C42284" w:rsidRDefault="00F06A63" w:rsidP="00F06A63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от </w:t>
      </w:r>
      <w:r w:rsidR="00A816E7">
        <w:rPr>
          <w:b/>
        </w:rPr>
        <w:t>«08» февраля 2016г</w:t>
      </w:r>
      <w:r>
        <w:rPr>
          <w:b/>
        </w:rPr>
        <w:t xml:space="preserve"> № </w:t>
      </w:r>
      <w:r w:rsidR="005F29BA">
        <w:rPr>
          <w:b/>
        </w:rPr>
        <w:t>35-Пр-16</w:t>
      </w:r>
      <w:bookmarkStart w:id="0" w:name="_GoBack"/>
      <w:bookmarkEnd w:id="0"/>
      <w:r>
        <w:rPr>
          <w:b/>
        </w:rPr>
        <w:t xml:space="preserve">  </w:t>
      </w:r>
    </w:p>
    <w:p w:rsidR="00A816E7" w:rsidRDefault="00A816E7" w:rsidP="00F06A63">
      <w:pPr>
        <w:jc w:val="center"/>
        <w:outlineLvl w:val="0"/>
        <w:rPr>
          <w:b/>
        </w:rPr>
      </w:pPr>
    </w:p>
    <w:p w:rsidR="00A816E7" w:rsidRDefault="00A816E7" w:rsidP="00F06A63">
      <w:pPr>
        <w:jc w:val="center"/>
        <w:outlineLvl w:val="0"/>
        <w:rPr>
          <w:b/>
        </w:rPr>
      </w:pPr>
    </w:p>
    <w:p w:rsidR="00A816E7" w:rsidRDefault="00A816E7" w:rsidP="00F06A63">
      <w:pPr>
        <w:jc w:val="center"/>
        <w:outlineLvl w:val="0"/>
        <w:rPr>
          <w:b/>
        </w:rPr>
      </w:pPr>
    </w:p>
    <w:p w:rsidR="00C42284" w:rsidRDefault="00F06A63" w:rsidP="00F06A63">
      <w:pPr>
        <w:jc w:val="center"/>
        <w:outlineLvl w:val="0"/>
        <w:rPr>
          <w:b/>
        </w:rPr>
      </w:pPr>
      <w:r>
        <w:rPr>
          <w:b/>
        </w:rPr>
        <w:t xml:space="preserve">Список туроператоров, сведения о которых внесены </w:t>
      </w:r>
      <w:proofErr w:type="gramStart"/>
      <w:r>
        <w:rPr>
          <w:b/>
        </w:rPr>
        <w:t>в</w:t>
      </w:r>
      <w:proofErr w:type="gramEnd"/>
    </w:p>
    <w:p w:rsidR="00C42284" w:rsidRDefault="00F06A63" w:rsidP="006D09B7">
      <w:pPr>
        <w:jc w:val="center"/>
        <w:rPr>
          <w:b/>
        </w:rPr>
      </w:pPr>
      <w:r>
        <w:rPr>
          <w:b/>
        </w:rPr>
        <w:t>Единый федеральный реестр туроператоров</w:t>
      </w:r>
    </w:p>
    <w:p w:rsidR="00A816E7" w:rsidRDefault="00A816E7" w:rsidP="006D09B7">
      <w:pPr>
        <w:jc w:val="center"/>
        <w:rPr>
          <w:b/>
        </w:rPr>
      </w:pPr>
    </w:p>
    <w:p w:rsidR="00C42284" w:rsidRDefault="00C42284" w:rsidP="000C57FF">
      <w:pPr>
        <w:rPr>
          <w:vanish/>
        </w:rPr>
      </w:pPr>
    </w:p>
    <w:tbl>
      <w:tblPr>
        <w:tblW w:w="9736" w:type="dxa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826"/>
        <w:gridCol w:w="850"/>
        <w:gridCol w:w="3402"/>
        <w:gridCol w:w="1985"/>
        <w:gridCol w:w="1843"/>
      </w:tblGrid>
      <w:tr w:rsidR="00C42284" w:rsidTr="00563298">
        <w:trPr>
          <w:trHeight w:val="758"/>
        </w:trPr>
        <w:tc>
          <w:tcPr>
            <w:tcW w:w="830" w:type="dxa"/>
            <w:shd w:val="clear" w:color="auto" w:fill="auto"/>
            <w:vAlign w:val="center"/>
          </w:tcPr>
          <w:p w:rsidR="00C42284" w:rsidRDefault="00563298" w:rsidP="00563298">
            <w:pPr>
              <w:jc w:val="center"/>
              <w:rPr>
                <w:color w:val="000000"/>
                <w:sz w:val="18"/>
                <w:szCs w:val="18"/>
              </w:rPr>
            </w:pPr>
            <w:r>
              <w:t xml:space="preserve">№ </w:t>
            </w:r>
            <w:r>
              <w:br/>
              <w:t>п/п</w:t>
            </w:r>
          </w:p>
        </w:tc>
        <w:tc>
          <w:tcPr>
            <w:tcW w:w="1676" w:type="dxa"/>
            <w:gridSpan w:val="2"/>
            <w:shd w:val="clear" w:color="auto" w:fill="auto"/>
            <w:vAlign w:val="center"/>
          </w:tcPr>
          <w:p w:rsidR="00C42284" w:rsidRDefault="00563298" w:rsidP="0056329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Реестровый номер</w:t>
            </w:r>
          </w:p>
          <w:p w:rsidR="00C42284" w:rsidRDefault="00563298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Туроператора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563298" w:rsidP="0056329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Наименование  юридического лица-</w:t>
            </w:r>
          </w:p>
          <w:p w:rsidR="00C42284" w:rsidRDefault="00563298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туроператора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563298" w:rsidP="00563298">
            <w:pPr>
              <w:ind w:right="-53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Сфера</w:t>
            </w:r>
          </w:p>
          <w:p w:rsidR="00C42284" w:rsidRDefault="00563298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туроператорской деятельности</w:t>
            </w:r>
          </w:p>
        </w:tc>
        <w:tc>
          <w:tcPr>
            <w:tcW w:w="1843" w:type="dxa"/>
            <w:vAlign w:val="center"/>
          </w:tcPr>
          <w:p w:rsidR="00C42284" w:rsidRDefault="00563298" w:rsidP="0056329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ИНН</w:t>
            </w:r>
          </w:p>
          <w:p w:rsidR="00C42284" w:rsidRDefault="00563298" w:rsidP="0056329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идентификационный</w:t>
            </w:r>
          </w:p>
          <w:p w:rsidR="00C42284" w:rsidRDefault="00563298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налоговый номер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016254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"ПРИНИМАЮЩАЯ КОМПАНИЯ"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9102182684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016255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"Меридиан"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3703045650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016256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"СПОРТКАМПО"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7718292673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016257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"РТ-ТРЕВЕЛ"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2901262358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016258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"Велес-Тур"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3444214546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016259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"ИНТЕЛ-ТУР"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5010031127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016260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"Свит Хоум Трэвел"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5032230905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016261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"Актру"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0411162142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016262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 "Открой мир"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3328492581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016263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"Вариант 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3811144810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016264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"Ладейная"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3023001359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016265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"Орбита"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5056006645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016266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"Петербургские встречи"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7840426020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016267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"ОДИССЕЙ"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3022000095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016268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АНО "Золотая подкова"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3123185910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016269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"ТК "ИНТЕЛТУР"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3525365448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016270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"Арктелик"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7708781700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016271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"МИР ПУТЕШЕСТВИЙ"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9110005992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016272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"ГЕМИС"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0323344778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016273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 "Туроператор.ру"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2311093629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016274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«РУСКРЫМТУР»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9111004568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016275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"Восток"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3849054724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016276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 Крым-Курорт"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9103016217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016277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«Компания Тур-Де-Люкс»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2801102960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016278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"АИТ "ИнтелТур Казань"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1660114278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016279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"НСТ-ТУР"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7722684680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016280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"ПЕТРОПОЛИТАНА"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7825383540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016281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"АП "Чудеса света"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2721113981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016282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"Глобас-Тур"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3811132324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016283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"Крусемундо Аутгоинг"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7729718843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016284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"Интернет-Трэвел"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7706533194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016285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"Каталина"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7814496165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016286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КП "СТРАННИК"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7104511250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016287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"Эльбрус Турс"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7724018365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016288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"ПЕСЧАНОЕ"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9104006035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016289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"МБР И КОНСАЛТИНГ"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7719831007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016290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"ТК "МИР"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7838048010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016291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"Компания "КВИК-ТУР"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7743715570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016292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"ИЦ Диалог"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2460230896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016293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"Вей Ин"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7719430598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016294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"Авторазум"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7718035323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016295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"Конгресс Груп"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7719431785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016296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"Дельта Невы"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7802317492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016297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"МКС "Межрегионкурорт"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9701002637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016298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"ВОКРУГ СВЕТА"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7604273444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016299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"Авиа Нэкст 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2723148796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"Туроператор КОМПЬЮТЕРиЯ"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6950041574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016301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"ТНС"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7843005291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016302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"ТК Золотой Овен"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7743735294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016303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«ИНТУРАЭРО»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7714272098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016304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"Зая Тревел"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      выездной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7729753630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016305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"Слетать.ру"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      выездной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7806460670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016306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 "Джет Вояж"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      выездной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7704596583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016307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"СОЛО-ТУР 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      выездной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7728868148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016308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"Клуб путешествий"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      выездной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7840500636</w:t>
            </w:r>
          </w:p>
        </w:tc>
      </w:tr>
      <w:tr w:rsidR="00C42284" w:rsidTr="00920465">
        <w:tc>
          <w:tcPr>
            <w:tcW w:w="83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284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016309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Туристическая компания "Болеро 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      выездной</w:t>
            </w:r>
          </w:p>
        </w:tc>
        <w:tc>
          <w:tcPr>
            <w:tcW w:w="1843" w:type="dxa"/>
            <w:vAlign w:val="bottom"/>
          </w:tcPr>
          <w:p w:rsidR="00C42284" w:rsidRDefault="006D09B7" w:rsidP="00A816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7743691142</w:t>
            </w:r>
          </w:p>
        </w:tc>
      </w:tr>
    </w:tbl>
    <w:p w:rsidR="00C42284" w:rsidRDefault="00C42284" w:rsidP="00F06A63">
      <w:pPr>
        <w:jc w:val="right"/>
        <w:outlineLvl w:val="0"/>
      </w:pPr>
    </w:p>
    <w:sectPr w:rsidR="00C42284" w:rsidSect="000C57FF">
      <w:pgSz w:w="11906" w:h="16838"/>
      <w:pgMar w:top="719" w:right="850" w:bottom="107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7A83F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DDD"/>
    <w:rsid w:val="000C57FF"/>
    <w:rsid w:val="000F6918"/>
    <w:rsid w:val="001409F0"/>
    <w:rsid w:val="002D130E"/>
    <w:rsid w:val="00505DDD"/>
    <w:rsid w:val="00563298"/>
    <w:rsid w:val="005F29BA"/>
    <w:rsid w:val="006D09B7"/>
    <w:rsid w:val="0074302D"/>
    <w:rsid w:val="00961BC6"/>
    <w:rsid w:val="009D2A78"/>
    <w:rsid w:val="00A816E7"/>
    <w:rsid w:val="00C06AF6"/>
    <w:rsid w:val="00C42284"/>
    <w:rsid w:val="00CA3A09"/>
    <w:rsid w:val="00D0087B"/>
    <w:rsid w:val="00D61913"/>
    <w:rsid w:val="00DD1496"/>
    <w:rsid w:val="00F06A63"/>
    <w:rsid w:val="00F1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A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06AF6"/>
    <w:pPr>
      <w:widowControl w:val="0"/>
      <w:snapToGrid w:val="0"/>
      <w:spacing w:before="220" w:line="252" w:lineRule="auto"/>
      <w:ind w:left="520" w:right="400"/>
      <w:jc w:val="center"/>
    </w:pPr>
    <w:rPr>
      <w:sz w:val="18"/>
    </w:rPr>
  </w:style>
  <w:style w:type="table" w:styleId="a3">
    <w:name w:val="Table Grid"/>
    <w:basedOn w:val="a1"/>
    <w:rsid w:val="007430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F6918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rsid w:val="000F6918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A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06AF6"/>
    <w:pPr>
      <w:widowControl w:val="0"/>
      <w:snapToGrid w:val="0"/>
      <w:spacing w:before="220" w:line="252" w:lineRule="auto"/>
      <w:ind w:left="520" w:right="400"/>
      <w:jc w:val="center"/>
    </w:pPr>
    <w:rPr>
      <w:sz w:val="18"/>
    </w:rPr>
  </w:style>
  <w:style w:type="table" w:styleId="a3">
    <w:name w:val="Table Grid"/>
    <w:basedOn w:val="a1"/>
    <w:rsid w:val="007430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F6918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rsid w:val="000F6918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76;&#1084;&#1080;&#1085;&#1080;&#1089;&#1090;&#1088;&#1072;&#1090;&#1086;&#1088;\Downloads\&#1055;&#1088;&#1080;&#1082;&#1072;&#1079;%20&#1086;%20&#1092;&#1086;&#1088;&#1084;&#1080;&#1088;&#1086;&#1074;&#1072;&#1085;&#1080;&#1080;%20-%20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Приказ о формировании - шаблон</Template>
  <TotalTime>1</TotalTime>
  <Pages>3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dcterms:created xsi:type="dcterms:W3CDTF">2016-02-08T09:48:00Z</dcterms:created>
  <dcterms:modified xsi:type="dcterms:W3CDTF">2016-02-10T06:29:00Z</dcterms:modified>
</cp:coreProperties>
</file>